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6BE6" w14:textId="38ADD6B3" w:rsidR="00377059" w:rsidRDefault="00686283" w:rsidP="00377059">
      <w:pPr>
        <w:widowControl/>
        <w:autoSpaceDE/>
        <w:autoSpaceDN/>
        <w:adjustRightInd/>
        <w:jc w:val="right"/>
        <w:rPr>
          <w:rFonts w:eastAsia="Times New Roman"/>
          <w:u w:val="single"/>
        </w:rPr>
      </w:pPr>
      <w:r w:rsidRPr="00686283">
        <w:rPr>
          <w:rFonts w:eastAsia="Times New Roman"/>
          <w:u w:val="single"/>
        </w:rPr>
        <w:t xml:space="preserve">Projekt z dnia </w:t>
      </w:r>
      <w:r w:rsidR="00986AF5">
        <w:rPr>
          <w:rFonts w:eastAsia="Times New Roman"/>
          <w:u w:val="single"/>
        </w:rPr>
        <w:t>19</w:t>
      </w:r>
      <w:r w:rsidR="00AD5B74">
        <w:rPr>
          <w:rFonts w:eastAsia="Times New Roman"/>
          <w:u w:val="single"/>
        </w:rPr>
        <w:t xml:space="preserve"> października</w:t>
      </w:r>
      <w:r w:rsidR="00922CB4" w:rsidRPr="00686283">
        <w:rPr>
          <w:rFonts w:eastAsia="Times New Roman"/>
          <w:u w:val="single"/>
        </w:rPr>
        <w:t xml:space="preserve"> </w:t>
      </w:r>
      <w:r w:rsidRPr="00686283">
        <w:rPr>
          <w:rFonts w:eastAsia="Times New Roman"/>
          <w:u w:val="single"/>
        </w:rPr>
        <w:t>2022 r.</w:t>
      </w:r>
      <w:r w:rsidR="00377059" w:rsidRPr="00377059">
        <w:rPr>
          <w:rFonts w:eastAsia="Times New Roman"/>
          <w:u w:val="single"/>
        </w:rPr>
        <w:t xml:space="preserve"> </w:t>
      </w:r>
    </w:p>
    <w:p w14:paraId="760A3ACE" w14:textId="77777777" w:rsidR="00377059" w:rsidRPr="00377059" w:rsidRDefault="00377059" w:rsidP="00377059">
      <w:pPr>
        <w:widowControl/>
        <w:autoSpaceDE/>
        <w:autoSpaceDN/>
        <w:adjustRightInd/>
        <w:jc w:val="right"/>
        <w:rPr>
          <w:rFonts w:eastAsia="Times New Roman"/>
          <w:u w:val="single"/>
        </w:rPr>
      </w:pPr>
    </w:p>
    <w:p w14:paraId="017EF264" w14:textId="77777777" w:rsidR="00201899" w:rsidRPr="00CF042D" w:rsidRDefault="00201899" w:rsidP="00201899">
      <w:pPr>
        <w:pStyle w:val="OZNRODZAKTUtznustawalubrozporzdzenieiorganwydajcy"/>
      </w:pPr>
      <w:r w:rsidRPr="00CF042D">
        <w:t xml:space="preserve">Rozporządzenie </w:t>
      </w:r>
    </w:p>
    <w:p w14:paraId="7E259C0C" w14:textId="77777777" w:rsidR="00201899" w:rsidRPr="006C07EB" w:rsidRDefault="00201899" w:rsidP="00201899">
      <w:pPr>
        <w:pStyle w:val="OZNRODZAKTUtznustawalubrozporzdzenieiorganwydajcy"/>
      </w:pPr>
      <w:r w:rsidRPr="00CF042D">
        <w:t>Minist</w:t>
      </w:r>
      <w:r>
        <w:t>ra ROZWOJu i Technologii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</w:p>
    <w:p w14:paraId="56D9D9E0" w14:textId="710B1A20" w:rsidR="002278D7" w:rsidRDefault="002278D7" w:rsidP="004C73BF">
      <w:pPr>
        <w:pStyle w:val="DATAAKTUdatauchwalenialubwydaniaaktu"/>
      </w:pPr>
      <w:r>
        <w:t xml:space="preserve">z dnia </w:t>
      </w:r>
      <w:r w:rsidR="007C18D0">
        <w:t>…</w:t>
      </w:r>
      <w:r w:rsidR="00135540">
        <w:t>……………………..</w:t>
      </w:r>
    </w:p>
    <w:p w14:paraId="7E883EC9" w14:textId="0ED17088" w:rsidR="001F4929" w:rsidRDefault="00402512" w:rsidP="00402512">
      <w:pPr>
        <w:pStyle w:val="TYTUAKTUprzedmiotregulacjiustawylubrozporzdzenia"/>
      </w:pPr>
      <w:r>
        <w:t xml:space="preserve">w sprawie książki obiektu budowlanego oraz systemu </w:t>
      </w:r>
      <w:r w:rsidR="00415B40">
        <w:t xml:space="preserve">Cyfrowa </w:t>
      </w:r>
      <w:r>
        <w:t>K</w:t>
      </w:r>
      <w:r w:rsidR="000B1DC5">
        <w:t xml:space="preserve">siążka </w:t>
      </w:r>
      <w:r>
        <w:t>O</w:t>
      </w:r>
      <w:r w:rsidR="000B1DC5">
        <w:t xml:space="preserve">biektu </w:t>
      </w:r>
      <w:r>
        <w:t>B</w:t>
      </w:r>
      <w:r w:rsidR="000B1DC5">
        <w:t>udowlanego</w:t>
      </w:r>
    </w:p>
    <w:p w14:paraId="4BDDB21C" w14:textId="21C63A18" w:rsidR="001F4929" w:rsidRDefault="001F4929" w:rsidP="00072DF3">
      <w:pPr>
        <w:pStyle w:val="NIEARTTEKSTtekstnieartykuowanynppodstprawnarozplubpreambua"/>
      </w:pPr>
      <w:r>
        <w:t xml:space="preserve">Na podstawie art. </w:t>
      </w:r>
      <w:r w:rsidR="00402512">
        <w:t>60r</w:t>
      </w:r>
      <w:r w:rsidR="00DA26DB">
        <w:t xml:space="preserve"> </w:t>
      </w:r>
      <w:r>
        <w:t xml:space="preserve">ustawy z dnia 7 lipca 1994 r. </w:t>
      </w:r>
      <w:r w:rsidR="002B0CA3">
        <w:rPr>
          <w:rFonts w:ascii="Times New Roman" w:hAnsi="Times New Roman"/>
        </w:rPr>
        <w:t>–</w:t>
      </w:r>
      <w:r>
        <w:t xml:space="preserve"> Prawo budowlane (</w:t>
      </w:r>
      <w:r w:rsidR="00DC0173" w:rsidRPr="00DC0173">
        <w:t>Dz. U. z 2021 r. poz. 2351</w:t>
      </w:r>
      <w:r w:rsidR="002F3E2E">
        <w:t xml:space="preserve"> oraz z 2022 r. poz. 88</w:t>
      </w:r>
      <w:r w:rsidR="00136282">
        <w:t>,</w:t>
      </w:r>
      <w:r w:rsidR="00414370">
        <w:t xml:space="preserve"> </w:t>
      </w:r>
      <w:r w:rsidR="005463E1">
        <w:t>1557</w:t>
      </w:r>
      <w:r w:rsidR="00136282">
        <w:t>, 1768, 1783 i 1846</w:t>
      </w:r>
      <w:r w:rsidR="00764C66" w:rsidRPr="005E3DF5">
        <w:t xml:space="preserve">) </w:t>
      </w:r>
      <w:r>
        <w:t>zarządza się, co następuje:</w:t>
      </w:r>
    </w:p>
    <w:p w14:paraId="1306B736" w14:textId="77777777" w:rsidR="00072DF3" w:rsidRDefault="001F4929" w:rsidP="00072DF3">
      <w:pPr>
        <w:pStyle w:val="ROZDZODDZOZNoznaczenierozdziauluboddziau"/>
      </w:pPr>
      <w:bookmarkStart w:id="0" w:name="_Hlk84919473"/>
      <w:r>
        <w:t>Rozdział 1</w:t>
      </w:r>
    </w:p>
    <w:bookmarkEnd w:id="0"/>
    <w:p w14:paraId="03AF60B2" w14:textId="77777777" w:rsidR="001F4929" w:rsidRDefault="001F4929" w:rsidP="00072DF3">
      <w:pPr>
        <w:pStyle w:val="ROZDZODDZPRZEDMprzedmiotregulacjirozdziauluboddziau"/>
      </w:pPr>
      <w:r>
        <w:t>Przepisy ogólne</w:t>
      </w:r>
    </w:p>
    <w:p w14:paraId="7A1D4A7A" w14:textId="77777777" w:rsidR="00DA5B31" w:rsidRDefault="001F4929" w:rsidP="001C4966">
      <w:pPr>
        <w:pStyle w:val="ARTartustawynprozporzdzenia"/>
      </w:pPr>
      <w:r w:rsidRPr="00135540">
        <w:rPr>
          <w:b/>
        </w:rPr>
        <w:t>§ 1</w:t>
      </w:r>
      <w:r w:rsidR="00072DF3" w:rsidRPr="00135540">
        <w:rPr>
          <w:b/>
        </w:rPr>
        <w:t>.</w:t>
      </w:r>
      <w:r>
        <w:t xml:space="preserve"> Rozporządzenie określa</w:t>
      </w:r>
      <w:r w:rsidR="00DA5B31">
        <w:t>:</w:t>
      </w:r>
    </w:p>
    <w:p w14:paraId="50BF24E7" w14:textId="6E3C573C" w:rsidR="00402512" w:rsidRDefault="00DA5B31" w:rsidP="00402512">
      <w:pPr>
        <w:pStyle w:val="PKTpunkt"/>
      </w:pPr>
      <w:r>
        <w:t>1)</w:t>
      </w:r>
      <w:r>
        <w:tab/>
      </w:r>
      <w:bookmarkStart w:id="1" w:name="_Hlk40275905"/>
      <w:bookmarkStart w:id="2" w:name="_Hlk40268508"/>
      <w:r w:rsidR="00CA161D" w:rsidRPr="00CA161D">
        <w:t>szczegółowy sposób prowadzenia książki obiektu bud</w:t>
      </w:r>
      <w:r w:rsidR="00135540">
        <w:t>owlanego w postaci papierowej i </w:t>
      </w:r>
      <w:r w:rsidR="00CA161D" w:rsidRPr="00CA161D">
        <w:t>elektronicznej, w tym dokonywania wpisów</w:t>
      </w:r>
      <w:r w:rsidR="00402512">
        <w:t>;</w:t>
      </w:r>
    </w:p>
    <w:p w14:paraId="4FF7920D" w14:textId="2DC660E0" w:rsidR="00402512" w:rsidRDefault="00402512" w:rsidP="00402512">
      <w:pPr>
        <w:pStyle w:val="PKTpunkt"/>
      </w:pPr>
      <w:r>
        <w:t>2)</w:t>
      </w:r>
      <w:r>
        <w:tab/>
      </w:r>
      <w:r w:rsidR="00CA161D" w:rsidRPr="00CA161D">
        <w:t xml:space="preserve">szczegółowy sposób uwierzytelniania i autoryzacji w systemie </w:t>
      </w:r>
      <w:r w:rsidR="00415B40">
        <w:t>Cyfrowa</w:t>
      </w:r>
      <w:r w:rsidR="00415B40" w:rsidRPr="00CA161D">
        <w:t xml:space="preserve"> </w:t>
      </w:r>
      <w:r w:rsidR="00CA161D" w:rsidRPr="00CA161D">
        <w:t>Książka Obiektu Budowlanego</w:t>
      </w:r>
      <w:r w:rsidR="00CA161D">
        <w:t xml:space="preserve">, </w:t>
      </w:r>
      <w:r w:rsidR="00731383">
        <w:t xml:space="preserve">zwanym </w:t>
      </w:r>
      <w:r w:rsidR="00CA161D">
        <w:t xml:space="preserve">dalej „systemem </w:t>
      </w:r>
      <w:r w:rsidR="00415B40">
        <w:t>c-</w:t>
      </w:r>
      <w:r w:rsidR="00A132CC">
        <w:t>KOB</w:t>
      </w:r>
      <w:r w:rsidR="00CA161D">
        <w:t>”</w:t>
      </w:r>
      <w:r>
        <w:t>.</w:t>
      </w:r>
    </w:p>
    <w:p w14:paraId="20384103" w14:textId="77777777" w:rsidR="00402512" w:rsidRDefault="00402512" w:rsidP="00402512">
      <w:pPr>
        <w:pStyle w:val="ROZDZODDZOZNoznaczenierozdziauluboddziau"/>
      </w:pPr>
      <w:r>
        <w:t>Rozdział 2</w:t>
      </w:r>
    </w:p>
    <w:p w14:paraId="2922D76C" w14:textId="77777777" w:rsidR="001F4929" w:rsidRPr="009F32F5" w:rsidRDefault="00402512" w:rsidP="00CC4FB8">
      <w:pPr>
        <w:pStyle w:val="ROZDZODDZPRZEDMprzedmiotregulacjirozdziauluboddziau"/>
      </w:pPr>
      <w:r w:rsidRPr="00402512">
        <w:t>Sposób prowadzenia książki obiektu budowlanego</w:t>
      </w:r>
    </w:p>
    <w:bookmarkEnd w:id="1"/>
    <w:bookmarkEnd w:id="2"/>
    <w:p w14:paraId="38AF2114" w14:textId="4B9CCF4F" w:rsidR="00402512" w:rsidRPr="00402512" w:rsidRDefault="00402512" w:rsidP="00402512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2</w:t>
      </w:r>
      <w:r w:rsidRPr="00135540">
        <w:rPr>
          <w:b/>
        </w:rPr>
        <w:t>.</w:t>
      </w:r>
      <w:r w:rsidRPr="00402512">
        <w:t xml:space="preserve"> Książka obiektu budowlanego</w:t>
      </w:r>
      <w:r w:rsidR="00E4744E">
        <w:t xml:space="preserve"> </w:t>
      </w:r>
      <w:bookmarkStart w:id="3" w:name="_Hlk105149995"/>
      <w:r w:rsidR="00E4744E">
        <w:t xml:space="preserve">oraz kolejne tomy książki obiektu </w:t>
      </w:r>
      <w:r w:rsidR="00800B0C">
        <w:t>budowlanego</w:t>
      </w:r>
      <w:r w:rsidR="005E262E">
        <w:t xml:space="preserve"> prowadzi się w sposób usystematyzowany tak, aby</w:t>
      </w:r>
      <w:r w:rsidR="00800B0C" w:rsidRPr="00402512">
        <w:t xml:space="preserve"> skład</w:t>
      </w:r>
      <w:r w:rsidR="00800B0C">
        <w:t>a</w:t>
      </w:r>
      <w:r w:rsidR="005E262E">
        <w:t>ła</w:t>
      </w:r>
      <w:r w:rsidRPr="00402512">
        <w:t xml:space="preserve"> się z</w:t>
      </w:r>
      <w:bookmarkEnd w:id="3"/>
      <w:r w:rsidRPr="00402512">
        <w:t>:</w:t>
      </w:r>
    </w:p>
    <w:p w14:paraId="3194C3C0" w14:textId="77777777" w:rsidR="00402512" w:rsidRPr="00402512" w:rsidRDefault="00402512" w:rsidP="00402512">
      <w:pPr>
        <w:pStyle w:val="PKTpunkt"/>
      </w:pPr>
      <w:r w:rsidRPr="00402512">
        <w:t>1)</w:t>
      </w:r>
      <w:r>
        <w:tab/>
      </w:r>
      <w:r w:rsidRPr="00402512">
        <w:t>strony tytułowej;</w:t>
      </w:r>
    </w:p>
    <w:p w14:paraId="33265B2B" w14:textId="77777777" w:rsidR="00402512" w:rsidRPr="00402512" w:rsidRDefault="00402512" w:rsidP="00402512">
      <w:pPr>
        <w:pStyle w:val="PKTpunkt"/>
      </w:pPr>
      <w:r w:rsidRPr="00402512">
        <w:t>2)</w:t>
      </w:r>
      <w:r w:rsidRPr="00402512">
        <w:tab/>
        <w:t>tablicy nr I – Informacje o obiekcie budowlanym;</w:t>
      </w:r>
    </w:p>
    <w:p w14:paraId="61843FDC" w14:textId="529EE388" w:rsidR="00402512" w:rsidRPr="00402512" w:rsidRDefault="00402512" w:rsidP="00402512">
      <w:pPr>
        <w:pStyle w:val="PKTpunkt"/>
      </w:pPr>
      <w:r w:rsidRPr="00402512">
        <w:t>3)</w:t>
      </w:r>
      <w:r w:rsidRPr="00402512">
        <w:tab/>
        <w:t>tablicy nr II – Dane właściciela lub zarządcy obiektu budowlanego;</w:t>
      </w:r>
    </w:p>
    <w:p w14:paraId="2992C074" w14:textId="4CDD674F" w:rsidR="00402512" w:rsidRPr="00402512" w:rsidRDefault="00402512" w:rsidP="00402512">
      <w:pPr>
        <w:pStyle w:val="PKTpunkt"/>
      </w:pPr>
      <w:r w:rsidRPr="00402512">
        <w:t>4)</w:t>
      </w:r>
      <w:r w:rsidRPr="00402512">
        <w:tab/>
        <w:t xml:space="preserve">tablicy nr III – Przeprowadzone kontrole, o których mowa w art. 62 ust. 1 </w:t>
      </w:r>
      <w:r w:rsidR="00285F8E" w:rsidRPr="00285F8E">
        <w:t>ustaw</w:t>
      </w:r>
      <w:r w:rsidR="00190161">
        <w:t xml:space="preserve">y </w:t>
      </w:r>
      <w:r w:rsidR="00135540">
        <w:t>z dnia 7 </w:t>
      </w:r>
      <w:r w:rsidR="00285F8E" w:rsidRPr="00285F8E">
        <w:t xml:space="preserve">lipca 1994 r. </w:t>
      </w:r>
      <w:r w:rsidR="002B0CA3">
        <w:rPr>
          <w:rFonts w:ascii="Times New Roman" w:hAnsi="Times New Roman"/>
        </w:rPr>
        <w:t>–</w:t>
      </w:r>
      <w:r w:rsidR="00285F8E" w:rsidRPr="00285F8E">
        <w:t xml:space="preserve"> Prawo budowlane</w:t>
      </w:r>
      <w:r w:rsidRPr="00402512">
        <w:t>;</w:t>
      </w:r>
    </w:p>
    <w:p w14:paraId="7DEDDA55" w14:textId="10CD5D9F" w:rsidR="00402512" w:rsidRPr="00402512" w:rsidRDefault="00402512" w:rsidP="00402512">
      <w:pPr>
        <w:pStyle w:val="PKTpunkt"/>
      </w:pPr>
      <w:r w:rsidRPr="00402512">
        <w:t>5)</w:t>
      </w:r>
      <w:r w:rsidRPr="00402512">
        <w:tab/>
        <w:t>tablicy nr IV – Ekspertyzy i opinie techniczne;</w:t>
      </w:r>
    </w:p>
    <w:p w14:paraId="28DDF7ED" w14:textId="582F7CBE" w:rsidR="00402512" w:rsidRPr="00402512" w:rsidRDefault="00402512" w:rsidP="00402512">
      <w:pPr>
        <w:pStyle w:val="PKTpunkt"/>
      </w:pPr>
      <w:r w:rsidRPr="00402512">
        <w:lastRenderedPageBreak/>
        <w:t>6)</w:t>
      </w:r>
      <w:r w:rsidRPr="00402512">
        <w:tab/>
        <w:t>tablicy nr V – Przeglądy techniczne, konserwacja oraz naprawy urządzeń przeciwpożarowych, o których mowa w art. 4 ust. 1 pkt 3 ustawy z</w:t>
      </w:r>
      <w:r w:rsidR="002B0CA3">
        <w:t xml:space="preserve"> dnia 24 sierpnia 1991 </w:t>
      </w:r>
      <w:r w:rsidRPr="00402512">
        <w:t>r. o ochronie przeciwpożarowej</w:t>
      </w:r>
      <w:r w:rsidR="00EF2E2D">
        <w:t xml:space="preserve"> (</w:t>
      </w:r>
      <w:r w:rsidR="00EF2E2D" w:rsidRPr="00EF2E2D">
        <w:t>Dz. U. z 2021 r. poz. 869</w:t>
      </w:r>
      <w:r w:rsidR="00135540">
        <w:t xml:space="preserve"> i 2490 oraz z 2022 r. poz. 1557</w:t>
      </w:r>
      <w:r w:rsidR="00EF2E2D" w:rsidRPr="00EF2E2D">
        <w:t>)</w:t>
      </w:r>
      <w:r w:rsidRPr="00402512">
        <w:t>;</w:t>
      </w:r>
    </w:p>
    <w:p w14:paraId="667CFB1D" w14:textId="3C902F13" w:rsidR="00402512" w:rsidRPr="00402512" w:rsidRDefault="00402512" w:rsidP="00402512">
      <w:pPr>
        <w:pStyle w:val="PKTpunkt"/>
      </w:pPr>
      <w:r w:rsidRPr="00402512">
        <w:t>7)</w:t>
      </w:r>
      <w:r w:rsidRPr="00402512">
        <w:tab/>
        <w:t>tablicy nr VI – Roboty budowlane związane z obiektem budowlanym wykonywane po oddaniu do użytkowania;</w:t>
      </w:r>
    </w:p>
    <w:p w14:paraId="63BA7454" w14:textId="55B515BF" w:rsidR="00402512" w:rsidRPr="00402512" w:rsidRDefault="00402512" w:rsidP="00402512">
      <w:pPr>
        <w:pStyle w:val="PKTpunkt"/>
      </w:pPr>
      <w:r w:rsidRPr="00402512">
        <w:t>8)</w:t>
      </w:r>
      <w:r w:rsidRPr="00402512">
        <w:tab/>
        <w:t>tablicy nr VII – Katastrofy budowlane dotyczące obiektu budowlanego;</w:t>
      </w:r>
    </w:p>
    <w:p w14:paraId="030DB0D5" w14:textId="074012C5" w:rsidR="00402512" w:rsidRPr="00402512" w:rsidRDefault="00402512" w:rsidP="00402512">
      <w:pPr>
        <w:pStyle w:val="PKTpunkt"/>
      </w:pPr>
      <w:r w:rsidRPr="00402512">
        <w:t>9)</w:t>
      </w:r>
      <w:r w:rsidRPr="00402512">
        <w:tab/>
        <w:t>tablicy nr VIII – Decyzje, postanowienia, zaświadczenia i inne dokumenty wydane przez organy administracji publicznej, dotyczące obiektu budowlanego.</w:t>
      </w:r>
    </w:p>
    <w:p w14:paraId="3F458796" w14:textId="390A7C89" w:rsidR="00402512" w:rsidRPr="00402512" w:rsidRDefault="00402512" w:rsidP="00402512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3</w:t>
      </w:r>
      <w:r w:rsidRPr="00135540">
        <w:rPr>
          <w:b/>
        </w:rPr>
        <w:t>.</w:t>
      </w:r>
      <w:r w:rsidRPr="00402512">
        <w:t xml:space="preserve"> 1. Na stronie tytułowej książki obiektu budowlanego</w:t>
      </w:r>
      <w:r w:rsidR="003F3204" w:rsidRPr="003F3204">
        <w:t xml:space="preserve"> oraz kolejn</w:t>
      </w:r>
      <w:r w:rsidR="003F3204">
        <w:t>ych</w:t>
      </w:r>
      <w:r w:rsidR="003F3204" w:rsidRPr="003F3204">
        <w:t xml:space="preserve"> tom</w:t>
      </w:r>
      <w:r w:rsidR="003F3204">
        <w:t>ów</w:t>
      </w:r>
      <w:r w:rsidR="003F3204" w:rsidRPr="003F3204">
        <w:t xml:space="preserve"> książki obiektu budowlanego </w:t>
      </w:r>
      <w:r w:rsidRPr="00402512">
        <w:t>zamieszcza się:</w:t>
      </w:r>
    </w:p>
    <w:p w14:paraId="696F65C6" w14:textId="77777777" w:rsidR="00402512" w:rsidRPr="00402512" w:rsidRDefault="00402512" w:rsidP="00402512">
      <w:pPr>
        <w:pStyle w:val="PKTpunkt"/>
      </w:pPr>
      <w:r w:rsidRPr="00402512">
        <w:t>1)</w:t>
      </w:r>
      <w:r w:rsidRPr="00402512">
        <w:tab/>
        <w:t>rodzaj obiektu budowlanego;</w:t>
      </w:r>
    </w:p>
    <w:p w14:paraId="71A05D6E" w14:textId="28D2816C" w:rsidR="00402512" w:rsidRPr="00402512" w:rsidRDefault="00402512" w:rsidP="00402512">
      <w:pPr>
        <w:pStyle w:val="PKTpunkt"/>
      </w:pPr>
      <w:r w:rsidRPr="00402512">
        <w:t>2)</w:t>
      </w:r>
      <w:r w:rsidRPr="00402512">
        <w:tab/>
        <w:t>adres obiektu budowlanego;</w:t>
      </w:r>
    </w:p>
    <w:p w14:paraId="302D3282" w14:textId="77777777" w:rsidR="00402512" w:rsidRPr="00402512" w:rsidRDefault="00402512" w:rsidP="00402512">
      <w:pPr>
        <w:pStyle w:val="PKTpunkt"/>
      </w:pPr>
      <w:r w:rsidRPr="00402512">
        <w:t>3)</w:t>
      </w:r>
      <w:r w:rsidRPr="00402512">
        <w:tab/>
        <w:t xml:space="preserve">datę założenia książki obiektu budowlanego. </w:t>
      </w:r>
    </w:p>
    <w:p w14:paraId="50F76E48" w14:textId="625871A7" w:rsidR="00402512" w:rsidRPr="00402512" w:rsidRDefault="00402512" w:rsidP="00402512">
      <w:pPr>
        <w:pStyle w:val="USTustnpkodeksu"/>
      </w:pPr>
      <w:r w:rsidRPr="00402512">
        <w:t>2. W przypadku książki obiektu budowlanego w postaci elektronicznej na stronie tytułowej zamieszcza się również</w:t>
      </w:r>
      <w:r>
        <w:t xml:space="preserve"> </w:t>
      </w:r>
      <w:r w:rsidRPr="00402512">
        <w:t>indywidualny numer książki obiektu budowlanego</w:t>
      </w:r>
      <w:r w:rsidR="000C472C">
        <w:t xml:space="preserve"> nadawany przez system c-KOB</w:t>
      </w:r>
      <w:r>
        <w:t>.</w:t>
      </w:r>
    </w:p>
    <w:p w14:paraId="3F4E9DD1" w14:textId="760D045B" w:rsidR="00402512" w:rsidRPr="00402512" w:rsidRDefault="00402512" w:rsidP="00402512">
      <w:pPr>
        <w:pStyle w:val="USTustnpkodeksu"/>
      </w:pPr>
      <w:r w:rsidRPr="00402512">
        <w:t>3. W przypadku książki obiektu budowlanego w postaci papierowej na stronie tytułowej zamieszcza się również:</w:t>
      </w:r>
    </w:p>
    <w:p w14:paraId="460936B7" w14:textId="380EFB2D" w:rsidR="00402512" w:rsidRPr="00402512" w:rsidRDefault="00402512" w:rsidP="00402512">
      <w:pPr>
        <w:pStyle w:val="PKTpunkt"/>
      </w:pPr>
      <w:r w:rsidRPr="00402512">
        <w:t>1)</w:t>
      </w:r>
      <w:r w:rsidRPr="00402512">
        <w:tab/>
      </w:r>
      <w:r w:rsidRPr="00402512">
        <w:tab/>
        <w:t>numer tomu;</w:t>
      </w:r>
    </w:p>
    <w:p w14:paraId="6A84D183" w14:textId="31C6B4E8" w:rsidR="00402512" w:rsidRPr="00402512" w:rsidRDefault="00402512" w:rsidP="00402512">
      <w:pPr>
        <w:pStyle w:val="PKTpunkt"/>
      </w:pPr>
      <w:r w:rsidRPr="00402512">
        <w:t>2)</w:t>
      </w:r>
      <w:r w:rsidRPr="00402512">
        <w:tab/>
      </w:r>
      <w:r w:rsidRPr="00402512">
        <w:tab/>
        <w:t xml:space="preserve">liczbę stron. </w:t>
      </w:r>
    </w:p>
    <w:p w14:paraId="7DC90276" w14:textId="31362AAC" w:rsidR="00EF2E2D" w:rsidRDefault="00402512" w:rsidP="00EF2E2D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4</w:t>
      </w:r>
      <w:r w:rsidRPr="00135540">
        <w:rPr>
          <w:b/>
        </w:rPr>
        <w:t>.</w:t>
      </w:r>
      <w:r w:rsidR="00EF2E2D">
        <w:t xml:space="preserve"> Na tablicy nr I zamieszcza się:</w:t>
      </w:r>
    </w:p>
    <w:p w14:paraId="2370707D" w14:textId="49351EA0" w:rsidR="00EF2E2D" w:rsidRDefault="00EF2E2D" w:rsidP="004C73BF">
      <w:pPr>
        <w:pStyle w:val="PKTpunkt"/>
      </w:pPr>
      <w:r>
        <w:t>1)</w:t>
      </w:r>
      <w:r>
        <w:tab/>
        <w:t>rodzaj obiektu budowlanego;</w:t>
      </w:r>
    </w:p>
    <w:p w14:paraId="2B983C8F" w14:textId="15E4CCC7" w:rsidR="00EF2E2D" w:rsidRDefault="00EF2E2D" w:rsidP="004C73BF">
      <w:pPr>
        <w:pStyle w:val="PKTpunkt"/>
      </w:pPr>
      <w:r>
        <w:t>2)</w:t>
      </w:r>
      <w:r>
        <w:tab/>
        <w:t>funkcję obiektu budowlanego;</w:t>
      </w:r>
    </w:p>
    <w:p w14:paraId="0A5808ED" w14:textId="0590A0F3" w:rsidR="00EF2E2D" w:rsidRDefault="00EF2E2D" w:rsidP="004C73BF">
      <w:pPr>
        <w:pStyle w:val="PKTpunkt"/>
      </w:pPr>
      <w:r>
        <w:t>3)</w:t>
      </w:r>
      <w:r>
        <w:tab/>
        <w:t>rok oddania obiektu budowlanego do użytkowania;</w:t>
      </w:r>
    </w:p>
    <w:p w14:paraId="42A00125" w14:textId="5D79DA37" w:rsidR="00EF2E2D" w:rsidRDefault="00EF2E2D" w:rsidP="004C73BF">
      <w:pPr>
        <w:pStyle w:val="PKTpunkt"/>
      </w:pPr>
      <w:r>
        <w:t>4)</w:t>
      </w:r>
      <w:r>
        <w:tab/>
        <w:t>charakterystyczne parametry techniczne obiektu budowlanego, w szczególności: informacje o powierzchni zabudowy budynku, powierzchni dachu budowli, wysokości, kubaturze, liczbie kondygnacji nadziemnych i podziemnych, liczbie lokali mieszkalnych budynku mieszkalnego wielorodzinnego, rodzaju konstrukcji nośnej oraz o występowaniu w obiekcie wyrobów zawierających azbest;</w:t>
      </w:r>
    </w:p>
    <w:p w14:paraId="0F58C01C" w14:textId="26B56279" w:rsidR="00EF2E2D" w:rsidRDefault="00EF2E2D" w:rsidP="004C73BF">
      <w:pPr>
        <w:pStyle w:val="PKTpunkt"/>
      </w:pPr>
      <w:r>
        <w:t>5)</w:t>
      </w:r>
      <w:r>
        <w:tab/>
        <w:t xml:space="preserve">wyposażenie obiektu w instalacje i urządzenia; </w:t>
      </w:r>
    </w:p>
    <w:p w14:paraId="47B24093" w14:textId="2CD3A904" w:rsidR="00EF2E2D" w:rsidRDefault="00EF2E2D" w:rsidP="004C73BF">
      <w:pPr>
        <w:pStyle w:val="PKTpunkt"/>
      </w:pPr>
      <w:r>
        <w:t>6)</w:t>
      </w:r>
      <w:r>
        <w:tab/>
      </w:r>
      <w:r w:rsidR="00C648C3" w:rsidRPr="00C648C3">
        <w:t>informacje o</w:t>
      </w:r>
      <w:r w:rsidR="00C648C3">
        <w:t xml:space="preserve"> </w:t>
      </w:r>
      <w:r>
        <w:t>wymaganych kontrolach okresowych, w zak</w:t>
      </w:r>
      <w:r w:rsidR="00135540">
        <w:t>resie określonym art. 62 ust. 1 </w:t>
      </w:r>
      <w:r>
        <w:t xml:space="preserve">pkt 1-3 ustawy z dnia 7 lipca 1994 r. </w:t>
      </w:r>
      <w:r w:rsidR="002B0CA3">
        <w:rPr>
          <w:rFonts w:ascii="Times New Roman" w:hAnsi="Times New Roman"/>
        </w:rPr>
        <w:t>–</w:t>
      </w:r>
      <w:r>
        <w:t xml:space="preserve"> Prawo budowlane;</w:t>
      </w:r>
    </w:p>
    <w:p w14:paraId="1C643121" w14:textId="00466B7E" w:rsidR="00EF2E2D" w:rsidRDefault="00EF2E2D" w:rsidP="004C73BF">
      <w:pPr>
        <w:pStyle w:val="PKTpunkt"/>
      </w:pPr>
      <w:r>
        <w:lastRenderedPageBreak/>
        <w:t>7)</w:t>
      </w:r>
      <w:r>
        <w:tab/>
        <w:t>plan sytuacyjny obiektu budowlanego</w:t>
      </w:r>
      <w:r w:rsidR="00922CB4" w:rsidRPr="00922CB4">
        <w:t xml:space="preserve"> zawierający dane, o których mowa w art. 60k ust. 2 ustawy z dnia 7 lipca 1994 r. – Prawo budowlane</w:t>
      </w:r>
      <w:r>
        <w:t>;</w:t>
      </w:r>
    </w:p>
    <w:p w14:paraId="5BE22CEA" w14:textId="77777777" w:rsidR="004C73BF" w:rsidRDefault="00EF2E2D" w:rsidP="004C73BF">
      <w:pPr>
        <w:pStyle w:val="PKTpunkt"/>
      </w:pPr>
      <w:r>
        <w:t>8)</w:t>
      </w:r>
      <w:r>
        <w:tab/>
        <w:t xml:space="preserve">lokalizację obiektu budowlanego, w przypadku książki obiektu budowlanego w postaci elektronicznej również oznaczenie obiektu na mapie, </w:t>
      </w:r>
    </w:p>
    <w:p w14:paraId="4BF08A4E" w14:textId="3C7163C1" w:rsidR="00402512" w:rsidRPr="00402512" w:rsidRDefault="00A22DF1" w:rsidP="004C73BF">
      <w:pPr>
        <w:pStyle w:val="PKTpunkt"/>
      </w:pPr>
      <w:r>
        <w:t>9)</w:t>
      </w:r>
      <w:r w:rsidR="00EF2E2D">
        <w:tab/>
        <w:t>nazwę właściwego organu nadzoru budowlanego.</w:t>
      </w:r>
    </w:p>
    <w:p w14:paraId="65F6A6A1" w14:textId="289FA2B9" w:rsidR="00402512" w:rsidRPr="00402512" w:rsidRDefault="00402512" w:rsidP="00D016D5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5</w:t>
      </w:r>
      <w:r w:rsidRPr="00135540">
        <w:rPr>
          <w:b/>
        </w:rPr>
        <w:t>.</w:t>
      </w:r>
      <w:r w:rsidRPr="00402512">
        <w:t xml:space="preserve"> </w:t>
      </w:r>
      <w:r w:rsidR="00B0224F">
        <w:t>Na</w:t>
      </w:r>
      <w:r w:rsidRPr="00402512">
        <w:t xml:space="preserve"> tablicy nr II zamieszcza się:</w:t>
      </w:r>
    </w:p>
    <w:p w14:paraId="42635597" w14:textId="4781F15C" w:rsidR="00D016D5" w:rsidRDefault="00402512" w:rsidP="00D016D5">
      <w:pPr>
        <w:pStyle w:val="PKTpunkt"/>
      </w:pPr>
      <w:r w:rsidRPr="00402512">
        <w:t>1)</w:t>
      </w:r>
      <w:r w:rsidRPr="00402512">
        <w:tab/>
        <w:t xml:space="preserve">dane dotyczące właściciela obiektu budowlanego: </w:t>
      </w:r>
    </w:p>
    <w:p w14:paraId="77D7594B" w14:textId="77777777" w:rsidR="00D016D5" w:rsidRDefault="00D016D5" w:rsidP="00D016D5">
      <w:pPr>
        <w:pStyle w:val="LITlitera"/>
      </w:pPr>
      <w:r>
        <w:t>a)</w:t>
      </w:r>
      <w:r>
        <w:tab/>
      </w:r>
      <w:r w:rsidR="00402512" w:rsidRPr="00402512">
        <w:t xml:space="preserve">imię i nazwisko lub nazwę, </w:t>
      </w:r>
    </w:p>
    <w:p w14:paraId="1B89917A" w14:textId="77777777" w:rsidR="00D016D5" w:rsidRDefault="00D016D5" w:rsidP="00D016D5">
      <w:pPr>
        <w:pStyle w:val="LITlitera"/>
      </w:pPr>
      <w:r>
        <w:t>b)</w:t>
      </w:r>
      <w:r>
        <w:tab/>
      </w:r>
      <w:r w:rsidR="00402512" w:rsidRPr="00402512">
        <w:t xml:space="preserve">adres zamieszkania lub siedziby, </w:t>
      </w:r>
    </w:p>
    <w:p w14:paraId="6F36CF54" w14:textId="1F6FE9AB" w:rsidR="00402512" w:rsidRPr="00402512" w:rsidRDefault="00D016D5" w:rsidP="00AC6FC8">
      <w:pPr>
        <w:pStyle w:val="LITlitera"/>
      </w:pPr>
      <w:r>
        <w:t>c)</w:t>
      </w:r>
      <w:r>
        <w:tab/>
      </w:r>
      <w:r w:rsidR="007375EE">
        <w:t>e-mail</w:t>
      </w:r>
      <w:r w:rsidR="00402512" w:rsidRPr="00402512">
        <w:t>;</w:t>
      </w:r>
    </w:p>
    <w:p w14:paraId="24BCB0FE" w14:textId="78F26397" w:rsidR="00D016D5" w:rsidRDefault="00402512" w:rsidP="00D016D5">
      <w:pPr>
        <w:pStyle w:val="PKTpunkt"/>
      </w:pPr>
      <w:r w:rsidRPr="00402512">
        <w:t>2)</w:t>
      </w:r>
      <w:r w:rsidRPr="00402512">
        <w:tab/>
        <w:t xml:space="preserve">dane dotyczące zarządcy obiektu budowlanego, jeżeli występuje: </w:t>
      </w:r>
    </w:p>
    <w:p w14:paraId="75DED444" w14:textId="77777777" w:rsidR="00D016D5" w:rsidRDefault="00D016D5" w:rsidP="00D016D5">
      <w:pPr>
        <w:pStyle w:val="LITlitera"/>
      </w:pPr>
      <w:r>
        <w:t>a)</w:t>
      </w:r>
      <w:r>
        <w:tab/>
      </w:r>
      <w:r w:rsidR="00402512" w:rsidRPr="00402512">
        <w:t xml:space="preserve">imię i nazwisko lub nazwę, </w:t>
      </w:r>
    </w:p>
    <w:p w14:paraId="0082264C" w14:textId="77777777" w:rsidR="00D016D5" w:rsidRDefault="00D016D5" w:rsidP="00D016D5">
      <w:pPr>
        <w:pStyle w:val="LITlitera"/>
      </w:pPr>
      <w:r>
        <w:t>b)</w:t>
      </w:r>
      <w:r>
        <w:tab/>
      </w:r>
      <w:r w:rsidR="00402512" w:rsidRPr="00402512">
        <w:t xml:space="preserve">adres zamieszkania lub siedziby, </w:t>
      </w:r>
    </w:p>
    <w:p w14:paraId="1649E0C9" w14:textId="142DEBA0" w:rsidR="00EF2E2D" w:rsidRDefault="00D016D5" w:rsidP="00AC6FC8">
      <w:pPr>
        <w:pStyle w:val="LITlitera"/>
      </w:pPr>
      <w:r>
        <w:t>c)</w:t>
      </w:r>
      <w:r>
        <w:tab/>
      </w:r>
      <w:r w:rsidR="007375EE">
        <w:t>e-mail</w:t>
      </w:r>
      <w:r w:rsidR="00EF2E2D">
        <w:t>;</w:t>
      </w:r>
    </w:p>
    <w:p w14:paraId="77184993" w14:textId="7CB4217C" w:rsidR="00D016D5" w:rsidRDefault="00AC6FC8" w:rsidP="00D016D5">
      <w:pPr>
        <w:pStyle w:val="PKTpunkt"/>
      </w:pPr>
      <w:r>
        <w:t>3</w:t>
      </w:r>
      <w:r w:rsidR="00402512" w:rsidRPr="00402512">
        <w:t>)</w:t>
      </w:r>
      <w:r w:rsidR="00402512" w:rsidRPr="00402512">
        <w:tab/>
      </w:r>
      <w:bookmarkStart w:id="4" w:name="_Hlk105151652"/>
      <w:r w:rsidR="00402512" w:rsidRPr="00402512">
        <w:t>dane dotyczące osoby</w:t>
      </w:r>
      <w:r w:rsidR="007375EE">
        <w:t xml:space="preserve"> fizycznej</w:t>
      </w:r>
      <w:r w:rsidR="00402512" w:rsidRPr="00402512">
        <w:t xml:space="preserve"> upoważnionej do prowadzenia książki obiektu budowlanego</w:t>
      </w:r>
      <w:bookmarkEnd w:id="4"/>
      <w:r w:rsidR="00402512" w:rsidRPr="00402512">
        <w:t xml:space="preserve">: </w:t>
      </w:r>
    </w:p>
    <w:p w14:paraId="79CB8269" w14:textId="77777777" w:rsidR="00D016D5" w:rsidRDefault="00D016D5" w:rsidP="00D016D5">
      <w:pPr>
        <w:pStyle w:val="LITlitera"/>
      </w:pPr>
      <w:r>
        <w:t>a)</w:t>
      </w:r>
      <w:r>
        <w:tab/>
      </w:r>
      <w:r w:rsidR="00402512" w:rsidRPr="00402512">
        <w:t xml:space="preserve">imię i nazwisko, </w:t>
      </w:r>
    </w:p>
    <w:p w14:paraId="0F56F9A6" w14:textId="77777777" w:rsidR="00D016D5" w:rsidRDefault="00D016D5" w:rsidP="00D016D5">
      <w:pPr>
        <w:pStyle w:val="LITlitera"/>
      </w:pPr>
      <w:r>
        <w:t>b)</w:t>
      </w:r>
      <w:r>
        <w:tab/>
      </w:r>
      <w:r w:rsidR="00402512" w:rsidRPr="00402512">
        <w:t xml:space="preserve">adres zamieszkania, </w:t>
      </w:r>
    </w:p>
    <w:p w14:paraId="16B40064" w14:textId="77777777" w:rsidR="00402512" w:rsidRPr="00402512" w:rsidRDefault="00D016D5" w:rsidP="00D016D5">
      <w:pPr>
        <w:pStyle w:val="LITlitera"/>
      </w:pPr>
      <w:r>
        <w:t>c)</w:t>
      </w:r>
      <w:r>
        <w:tab/>
      </w:r>
      <w:r w:rsidR="007375EE">
        <w:t>e-mail</w:t>
      </w:r>
      <w:r w:rsidR="00402512" w:rsidRPr="00402512">
        <w:t>.</w:t>
      </w:r>
    </w:p>
    <w:p w14:paraId="4D12CEF4" w14:textId="245247F6" w:rsidR="00FF4EA6" w:rsidRDefault="00402512" w:rsidP="00FF4EA6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6</w:t>
      </w:r>
      <w:r w:rsidRPr="00135540">
        <w:rPr>
          <w:b/>
        </w:rPr>
        <w:t>.</w:t>
      </w:r>
      <w:r w:rsidRPr="00402512">
        <w:t xml:space="preserve"> </w:t>
      </w:r>
      <w:r w:rsidR="00FF4EA6">
        <w:t>Na tablicy nr III zamieszcza się:</w:t>
      </w:r>
    </w:p>
    <w:p w14:paraId="659A3EC1" w14:textId="77777777" w:rsidR="00FF4EA6" w:rsidRDefault="00FF4EA6" w:rsidP="004C73BF">
      <w:pPr>
        <w:pStyle w:val="PKTpunkt"/>
      </w:pPr>
      <w:r>
        <w:t>1)</w:t>
      </w:r>
      <w:r>
        <w:tab/>
        <w:t>datę przeprowadzenia kontroli;</w:t>
      </w:r>
    </w:p>
    <w:p w14:paraId="69666354" w14:textId="77777777" w:rsidR="00FF4EA6" w:rsidRDefault="00FF4EA6" w:rsidP="004C73BF">
      <w:pPr>
        <w:pStyle w:val="PKTpunkt"/>
      </w:pPr>
      <w:r>
        <w:t>2)</w:t>
      </w:r>
      <w:r>
        <w:tab/>
        <w:t>imię i nazwisko osoby przeprowadzającej kontrolę;</w:t>
      </w:r>
    </w:p>
    <w:p w14:paraId="17FD78F7" w14:textId="77777777" w:rsidR="00FF4EA6" w:rsidRDefault="00FF4EA6" w:rsidP="004C73BF">
      <w:pPr>
        <w:pStyle w:val="PKTpunkt"/>
      </w:pPr>
      <w:r>
        <w:t>3)</w:t>
      </w:r>
      <w:r>
        <w:tab/>
        <w:t>informacje o numerze, rodzaju i zakresie posiadanych uprawnień budowlanych albo innych uprawnień dających podstawę do dokonywania kontroli;</w:t>
      </w:r>
    </w:p>
    <w:p w14:paraId="72166156" w14:textId="77777777" w:rsidR="00FF4EA6" w:rsidRDefault="00FF4EA6" w:rsidP="004C73BF">
      <w:pPr>
        <w:pStyle w:val="PKTpunkt"/>
      </w:pPr>
      <w:r>
        <w:t>4)</w:t>
      </w:r>
      <w:r>
        <w:tab/>
        <w:t>zakres kontroli;</w:t>
      </w:r>
    </w:p>
    <w:p w14:paraId="5FA116A1" w14:textId="5F4D8D3F" w:rsidR="00FF4EA6" w:rsidRDefault="00D35FBB" w:rsidP="004C73BF">
      <w:pPr>
        <w:pStyle w:val="PKTpunkt"/>
      </w:pPr>
      <w:r>
        <w:t>5)</w:t>
      </w:r>
      <w:r w:rsidR="00FF4EA6">
        <w:tab/>
        <w:t>ustalenia dokonane w zakresie kontroli;</w:t>
      </w:r>
    </w:p>
    <w:p w14:paraId="41EDF807" w14:textId="77777777" w:rsidR="00FF4EA6" w:rsidRDefault="00FF4EA6" w:rsidP="004C73BF">
      <w:pPr>
        <w:pStyle w:val="PKTpunkt"/>
      </w:pPr>
      <w:r>
        <w:t>6)</w:t>
      </w:r>
      <w:r>
        <w:tab/>
        <w:t>informację, czy stwierdzone zostały nieprawidłowości;</w:t>
      </w:r>
    </w:p>
    <w:p w14:paraId="615100B4" w14:textId="5052E0FC" w:rsidR="00FF4EA6" w:rsidRDefault="00FF4EA6" w:rsidP="004C73BF">
      <w:pPr>
        <w:pStyle w:val="PKTpunkt"/>
      </w:pPr>
      <w:r>
        <w:t>7)</w:t>
      </w:r>
      <w:r>
        <w:tab/>
        <w:t>informacj</w:t>
      </w:r>
      <w:r w:rsidR="00C648C3">
        <w:t>ę</w:t>
      </w:r>
      <w:r>
        <w:t>, czy stwierdzone nieprawidłowości stanowiły uszkodzenia lub braki, które mogłyby spowodować zagrożenie życia lub zdrowia ludzi, bezpieczeństwa mienia lub środowiska, a w szczególności katastrofę budowlaną, pożar, wybuch, porażenie prądem elektrycznym albo zatrucie gazem;</w:t>
      </w:r>
    </w:p>
    <w:p w14:paraId="7B94E343" w14:textId="2052EA5C" w:rsidR="00FF4EA6" w:rsidRDefault="00FF4EA6" w:rsidP="004C73BF">
      <w:pPr>
        <w:pStyle w:val="PKTpunkt"/>
      </w:pPr>
      <w:r>
        <w:lastRenderedPageBreak/>
        <w:t>8)</w:t>
      </w:r>
      <w:r>
        <w:tab/>
        <w:t>zalecenia wskazujące czynności mające na celu usunięcie stwierdzonych nieprawidłowości wraz z terminem ich wykonania, jeżeli zostały stwierdzone nieprawidłowości;</w:t>
      </w:r>
    </w:p>
    <w:p w14:paraId="19DF746F" w14:textId="77777777" w:rsidR="00FF4EA6" w:rsidRDefault="00FF4EA6" w:rsidP="004C73BF">
      <w:pPr>
        <w:pStyle w:val="PKTpunkt"/>
      </w:pPr>
      <w:r>
        <w:t>9)</w:t>
      </w:r>
      <w:r>
        <w:tab/>
        <w:t>informacje o tym, czy kontrola dotyczyła budynku o powierzchni zabudowy przekraczającej 2000 m</w:t>
      </w:r>
      <w:r w:rsidRPr="004C73BF">
        <w:rPr>
          <w:vertAlign w:val="superscript"/>
        </w:rPr>
        <w:t>2</w:t>
      </w:r>
      <w:r>
        <w:t xml:space="preserve"> albo innego obiektu budowlanego o powierzchni dachu przekraczającej 1000 m</w:t>
      </w:r>
      <w:r w:rsidRPr="004C73BF">
        <w:rPr>
          <w:vertAlign w:val="superscript"/>
        </w:rPr>
        <w:t>2</w:t>
      </w:r>
      <w:r>
        <w:t>;</w:t>
      </w:r>
    </w:p>
    <w:p w14:paraId="2C8279CD" w14:textId="6C86C168" w:rsidR="00FF4EA6" w:rsidRDefault="00FF4EA6" w:rsidP="004C73BF">
      <w:pPr>
        <w:pStyle w:val="PKTpunkt"/>
      </w:pPr>
      <w:r>
        <w:t>10)</w:t>
      </w:r>
      <w:r>
        <w:tab/>
        <w:t>metody i środki użytkowania elementów obiektów budowlanych narażonych na szkodliwe działanie wpływów atmosferycznych i niszcząc</w:t>
      </w:r>
      <w:r w:rsidR="00135540">
        <w:t>e działanie innych czynników, w </w:t>
      </w:r>
      <w:r>
        <w:t>przypadku kontroli tych elementów;</w:t>
      </w:r>
    </w:p>
    <w:p w14:paraId="0D40AED0" w14:textId="0B5F4F8B" w:rsidR="00FF4EA6" w:rsidRDefault="00D35FBB" w:rsidP="004C73BF">
      <w:pPr>
        <w:pStyle w:val="PKTpunkt"/>
      </w:pPr>
      <w:r>
        <w:t>11)</w:t>
      </w:r>
      <w:r w:rsidR="00FF4EA6">
        <w:tab/>
        <w:t>zakres niewykonanych zaleceń określonych w protokołach z poprzednich kontroli.</w:t>
      </w:r>
    </w:p>
    <w:p w14:paraId="265B7AEB" w14:textId="121BD13E" w:rsidR="00402512" w:rsidRPr="00402512" w:rsidRDefault="00402512" w:rsidP="009542D6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7</w:t>
      </w:r>
      <w:r w:rsidRPr="00135540">
        <w:rPr>
          <w:b/>
        </w:rPr>
        <w:t>.</w:t>
      </w:r>
      <w:r w:rsidRPr="00402512">
        <w:t xml:space="preserve"> </w:t>
      </w:r>
      <w:r w:rsidR="009542D6">
        <w:t>Na</w:t>
      </w:r>
      <w:r w:rsidRPr="00402512">
        <w:t xml:space="preserve"> tablicy nr IV zamieszcza się:</w:t>
      </w:r>
    </w:p>
    <w:p w14:paraId="1E87629D" w14:textId="7491643D" w:rsidR="00402512" w:rsidRPr="00402512" w:rsidRDefault="00402512" w:rsidP="009542D6">
      <w:pPr>
        <w:pStyle w:val="PKTpunkt"/>
      </w:pPr>
      <w:r w:rsidRPr="00402512">
        <w:t>1)</w:t>
      </w:r>
      <w:r w:rsidRPr="00402512">
        <w:tab/>
        <w:t xml:space="preserve">datę sporządzenia ekspertyzy </w:t>
      </w:r>
      <w:r w:rsidR="009542D6">
        <w:t>lub</w:t>
      </w:r>
      <w:r w:rsidRPr="00402512">
        <w:t xml:space="preserve"> opinii</w:t>
      </w:r>
      <w:r w:rsidR="00663C94">
        <w:t xml:space="preserve"> technicznej</w:t>
      </w:r>
      <w:r w:rsidRPr="00402512">
        <w:t>;</w:t>
      </w:r>
    </w:p>
    <w:p w14:paraId="4ADEE153" w14:textId="325D19AB" w:rsidR="00402512" w:rsidRPr="00402512" w:rsidRDefault="00402512" w:rsidP="009542D6">
      <w:pPr>
        <w:pStyle w:val="PKTpunkt"/>
      </w:pPr>
      <w:r w:rsidRPr="00402512">
        <w:t>2)</w:t>
      </w:r>
      <w:r w:rsidRPr="00402512">
        <w:tab/>
        <w:t xml:space="preserve">imię i nazwisko osoby, która sporządziła ekspertyzę </w:t>
      </w:r>
      <w:r w:rsidR="009542D6">
        <w:t>lub</w:t>
      </w:r>
      <w:r w:rsidRPr="00402512">
        <w:t xml:space="preserve"> opinię</w:t>
      </w:r>
      <w:r w:rsidR="00663C94" w:rsidRPr="00663C94">
        <w:t xml:space="preserve"> techniczn</w:t>
      </w:r>
      <w:r w:rsidR="00663C94">
        <w:t>ą</w:t>
      </w:r>
      <w:r w:rsidRPr="00402512">
        <w:t>;</w:t>
      </w:r>
    </w:p>
    <w:p w14:paraId="6773DA08" w14:textId="440AE48A" w:rsidR="00402512" w:rsidRPr="00402512" w:rsidRDefault="00FF4EA6" w:rsidP="009542D6">
      <w:pPr>
        <w:pStyle w:val="PKTpunkt"/>
      </w:pPr>
      <w:r>
        <w:t>3</w:t>
      </w:r>
      <w:r w:rsidR="00402512" w:rsidRPr="00402512">
        <w:t>)</w:t>
      </w:r>
      <w:r w:rsidR="00402512" w:rsidRPr="00402512">
        <w:tab/>
      </w:r>
      <w:r w:rsidR="00571DF3" w:rsidRPr="00402512">
        <w:t>informacj</w:t>
      </w:r>
      <w:r w:rsidR="00571DF3">
        <w:t>e</w:t>
      </w:r>
      <w:r w:rsidR="00571DF3" w:rsidRPr="00402512">
        <w:t xml:space="preserve"> </w:t>
      </w:r>
      <w:r w:rsidR="00402512" w:rsidRPr="00402512">
        <w:t xml:space="preserve">o przyczynach zlecenia opracowania oraz cel, dla którego została opracowana ekspertyza </w:t>
      </w:r>
      <w:r w:rsidR="009542D6">
        <w:t>lub</w:t>
      </w:r>
      <w:r w:rsidR="00402512" w:rsidRPr="00402512">
        <w:t xml:space="preserve"> opinia</w:t>
      </w:r>
      <w:r w:rsidR="00663C94" w:rsidRPr="00663C94">
        <w:t xml:space="preserve"> techniczn</w:t>
      </w:r>
      <w:r w:rsidR="00663C94">
        <w:t>a</w:t>
      </w:r>
      <w:r w:rsidR="00402512" w:rsidRPr="00402512">
        <w:t>;</w:t>
      </w:r>
    </w:p>
    <w:p w14:paraId="62804CD4" w14:textId="01C442B9" w:rsidR="00402512" w:rsidRPr="00402512" w:rsidRDefault="00FF4EA6" w:rsidP="009542D6">
      <w:pPr>
        <w:pStyle w:val="PKTpunkt"/>
      </w:pPr>
      <w:r>
        <w:t>4</w:t>
      </w:r>
      <w:r w:rsidR="00402512" w:rsidRPr="00402512">
        <w:t>)</w:t>
      </w:r>
      <w:r w:rsidR="00402512" w:rsidRPr="00402512">
        <w:tab/>
        <w:t xml:space="preserve">wnioski </w:t>
      </w:r>
      <w:r w:rsidR="00571DF3">
        <w:t>wynikające z ekspertyzy lub opinii</w:t>
      </w:r>
      <w:r w:rsidR="00663C94" w:rsidRPr="00663C94">
        <w:t xml:space="preserve"> technicznej</w:t>
      </w:r>
      <w:r w:rsidR="00402512" w:rsidRPr="00402512">
        <w:t>;</w:t>
      </w:r>
    </w:p>
    <w:p w14:paraId="6F105EBE" w14:textId="7C65B3A1" w:rsidR="00402512" w:rsidRPr="00402512" w:rsidRDefault="00FF4EA6" w:rsidP="009542D6">
      <w:pPr>
        <w:pStyle w:val="PKTpunkt"/>
      </w:pPr>
      <w:r>
        <w:t>5</w:t>
      </w:r>
      <w:r w:rsidR="00402512" w:rsidRPr="00402512">
        <w:t>)</w:t>
      </w:r>
      <w:r w:rsidR="00402512" w:rsidRPr="00402512">
        <w:tab/>
        <w:t xml:space="preserve">sposób wykorzystania </w:t>
      </w:r>
      <w:r w:rsidR="00571DF3" w:rsidRPr="00571DF3">
        <w:t>ekspertyzy lub opinii</w:t>
      </w:r>
      <w:r w:rsidR="00663C94" w:rsidRPr="00663C94">
        <w:t xml:space="preserve"> technicznej</w:t>
      </w:r>
      <w:r w:rsidR="00402512" w:rsidRPr="00402512">
        <w:t>.</w:t>
      </w:r>
    </w:p>
    <w:p w14:paraId="620F9748" w14:textId="64A91495" w:rsidR="00402512" w:rsidRPr="00402512" w:rsidRDefault="00402512" w:rsidP="009542D6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8</w:t>
      </w:r>
      <w:r w:rsidRPr="00135540">
        <w:rPr>
          <w:b/>
        </w:rPr>
        <w:t>.</w:t>
      </w:r>
      <w:r w:rsidRPr="00402512">
        <w:t xml:space="preserve"> </w:t>
      </w:r>
      <w:r w:rsidR="009542D6">
        <w:t xml:space="preserve">Na </w:t>
      </w:r>
      <w:r w:rsidRPr="00402512">
        <w:t>tablicy nr V zamieszcza się:</w:t>
      </w:r>
    </w:p>
    <w:p w14:paraId="0B2B9387" w14:textId="54045930" w:rsidR="00402512" w:rsidRPr="00402512" w:rsidRDefault="00402512" w:rsidP="009542D6">
      <w:pPr>
        <w:pStyle w:val="PKTpunkt"/>
      </w:pPr>
      <w:r w:rsidRPr="00402512">
        <w:t>1)</w:t>
      </w:r>
      <w:r w:rsidRPr="00402512">
        <w:tab/>
        <w:t xml:space="preserve">datę i zakres przeprowadzonego przeglądu technicznego, konserwacji </w:t>
      </w:r>
      <w:r w:rsidR="009542D6">
        <w:t>lub</w:t>
      </w:r>
      <w:r w:rsidRPr="00402512">
        <w:t xml:space="preserve"> naprawy urządzeń przeciwpożarowych;</w:t>
      </w:r>
    </w:p>
    <w:p w14:paraId="21C76AE0" w14:textId="45DE787A" w:rsidR="00402512" w:rsidRPr="00402512" w:rsidRDefault="00402512" w:rsidP="009542D6">
      <w:pPr>
        <w:pStyle w:val="PKTpunkt"/>
      </w:pPr>
      <w:r w:rsidRPr="00402512">
        <w:t>2)</w:t>
      </w:r>
      <w:r w:rsidRPr="00402512">
        <w:tab/>
        <w:t xml:space="preserve">imię i nazwisko osoby, która dokonała przeglądu technicznego, konserwacji </w:t>
      </w:r>
      <w:r w:rsidR="009542D6">
        <w:t>lub</w:t>
      </w:r>
      <w:r w:rsidRPr="00402512">
        <w:t xml:space="preserve"> naprawy urządzeń przeciwpożarowych;</w:t>
      </w:r>
    </w:p>
    <w:p w14:paraId="7A5BDC21" w14:textId="02C0CBB2" w:rsidR="00402512" w:rsidRPr="00402512" w:rsidRDefault="00402512" w:rsidP="009542D6">
      <w:pPr>
        <w:pStyle w:val="PKTpunkt"/>
      </w:pPr>
      <w:r w:rsidRPr="00402512">
        <w:t>3)</w:t>
      </w:r>
      <w:r w:rsidRPr="00402512">
        <w:tab/>
        <w:t xml:space="preserve">wnioski z dokonanego przeglądu technicznego, konserwacji </w:t>
      </w:r>
      <w:r w:rsidR="009542D6">
        <w:t>lub</w:t>
      </w:r>
      <w:r w:rsidRPr="00402512">
        <w:t xml:space="preserve"> naprawy urządzeń przeciwpożarowych.</w:t>
      </w:r>
    </w:p>
    <w:p w14:paraId="3118C624" w14:textId="7ADDE9B9" w:rsidR="00402512" w:rsidRPr="00402512" w:rsidRDefault="00402512" w:rsidP="009542D6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9</w:t>
      </w:r>
      <w:r w:rsidRPr="00135540">
        <w:rPr>
          <w:b/>
        </w:rPr>
        <w:t>.</w:t>
      </w:r>
      <w:r w:rsidRPr="00402512">
        <w:t xml:space="preserve"> </w:t>
      </w:r>
      <w:r w:rsidR="009542D6">
        <w:t>Na</w:t>
      </w:r>
      <w:r w:rsidRPr="00402512">
        <w:t xml:space="preserve"> tablicy nr VI zamieszcza się:</w:t>
      </w:r>
    </w:p>
    <w:p w14:paraId="1E761923" w14:textId="21CDBF3C" w:rsidR="00402512" w:rsidRPr="00402512" w:rsidRDefault="00402512" w:rsidP="009542D6">
      <w:pPr>
        <w:pStyle w:val="PKTpunkt"/>
      </w:pPr>
      <w:r w:rsidRPr="00402512">
        <w:t>1)</w:t>
      </w:r>
      <w:r w:rsidRPr="00402512">
        <w:tab/>
        <w:t>dat</w:t>
      </w:r>
      <w:r w:rsidR="009542D6">
        <w:t>ę</w:t>
      </w:r>
      <w:r w:rsidRPr="00402512">
        <w:t xml:space="preserve"> rozpoczęcia i zakończenia robót budowlanych;</w:t>
      </w:r>
    </w:p>
    <w:p w14:paraId="33AF2730" w14:textId="6D2E3850" w:rsidR="00402512" w:rsidRPr="00402512" w:rsidRDefault="00402512" w:rsidP="009542D6">
      <w:pPr>
        <w:pStyle w:val="PKTpunkt"/>
      </w:pPr>
      <w:r w:rsidRPr="00402512">
        <w:t>2)</w:t>
      </w:r>
      <w:r w:rsidRPr="00402512">
        <w:tab/>
        <w:t>zakres wykonanych robót budowlanych</w:t>
      </w:r>
      <w:r w:rsidR="009542D6">
        <w:t>;</w:t>
      </w:r>
    </w:p>
    <w:p w14:paraId="617F1D40" w14:textId="3CC9A67F" w:rsidR="00402512" w:rsidRPr="00402512" w:rsidRDefault="00402512" w:rsidP="009542D6">
      <w:pPr>
        <w:pStyle w:val="PKTpunkt"/>
      </w:pPr>
      <w:r w:rsidRPr="00402512">
        <w:t>3)</w:t>
      </w:r>
      <w:r w:rsidRPr="00402512">
        <w:tab/>
        <w:t>dane identyfikujące protokół kontroli</w:t>
      </w:r>
      <w:r w:rsidR="009542D6" w:rsidRPr="009542D6">
        <w:t>, o których mowa w art. 62 ust. 1</w:t>
      </w:r>
      <w:r w:rsidR="0055174E">
        <w:t xml:space="preserve"> </w:t>
      </w:r>
      <w:r w:rsidR="002B0CA3">
        <w:rPr>
          <w:rFonts w:ascii="Times New Roman" w:hAnsi="Times New Roman"/>
        </w:rPr>
        <w:t>–</w:t>
      </w:r>
      <w:r w:rsidRPr="00402512">
        <w:t xml:space="preserve"> jeśli wykonane roboty budowlane stanowiły zalecenie z </w:t>
      </w:r>
      <w:r w:rsidR="009542D6">
        <w:t xml:space="preserve">tej </w:t>
      </w:r>
      <w:r w:rsidRPr="00402512">
        <w:t>kontroli.</w:t>
      </w:r>
    </w:p>
    <w:p w14:paraId="6491FEA8" w14:textId="148FEA99" w:rsidR="00402512" w:rsidRPr="00402512" w:rsidRDefault="00402512" w:rsidP="009542D6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10</w:t>
      </w:r>
      <w:r w:rsidRPr="00135540">
        <w:rPr>
          <w:b/>
        </w:rPr>
        <w:t>.</w:t>
      </w:r>
      <w:r w:rsidRPr="00402512">
        <w:t xml:space="preserve"> </w:t>
      </w:r>
      <w:r w:rsidR="009542D6">
        <w:t>Na</w:t>
      </w:r>
      <w:r w:rsidRPr="00402512">
        <w:t xml:space="preserve"> tablicy nr VII zamieszcza się:</w:t>
      </w:r>
    </w:p>
    <w:p w14:paraId="4FE36E23" w14:textId="44811B52" w:rsidR="00402512" w:rsidRPr="00402512" w:rsidRDefault="00402512" w:rsidP="009542D6">
      <w:pPr>
        <w:pStyle w:val="PKTpunkt"/>
      </w:pPr>
      <w:r w:rsidRPr="00402512">
        <w:t>1)</w:t>
      </w:r>
      <w:r w:rsidRPr="00402512">
        <w:tab/>
        <w:t>datę katastrofy budowlanej</w:t>
      </w:r>
      <w:r w:rsidR="009542D6">
        <w:t>;</w:t>
      </w:r>
    </w:p>
    <w:p w14:paraId="63051F43" w14:textId="2801E25F" w:rsidR="00402512" w:rsidRPr="00402512" w:rsidRDefault="00402512" w:rsidP="009542D6">
      <w:pPr>
        <w:pStyle w:val="PKTpunkt"/>
      </w:pPr>
      <w:r w:rsidRPr="00402512">
        <w:t>2)</w:t>
      </w:r>
      <w:r w:rsidRPr="00402512">
        <w:tab/>
        <w:t>zakres katastrofy</w:t>
      </w:r>
      <w:r w:rsidR="009542D6">
        <w:t xml:space="preserve"> budowlanej</w:t>
      </w:r>
      <w:r w:rsidRPr="00402512">
        <w:t>;</w:t>
      </w:r>
    </w:p>
    <w:p w14:paraId="568D326B" w14:textId="6B561839" w:rsidR="00402512" w:rsidRPr="00402512" w:rsidRDefault="00402512" w:rsidP="009542D6">
      <w:pPr>
        <w:pStyle w:val="PKTpunkt"/>
      </w:pPr>
      <w:r w:rsidRPr="00402512">
        <w:t>3)</w:t>
      </w:r>
      <w:r w:rsidRPr="00402512">
        <w:tab/>
        <w:t>ustalone przyczyny katastrofy</w:t>
      </w:r>
      <w:r w:rsidR="009542D6">
        <w:t xml:space="preserve"> budowlanej</w:t>
      </w:r>
      <w:r w:rsidRPr="00402512">
        <w:t xml:space="preserve">. </w:t>
      </w:r>
    </w:p>
    <w:p w14:paraId="01D40DFD" w14:textId="738B03CF" w:rsidR="00402512" w:rsidRPr="00402512" w:rsidRDefault="00402512" w:rsidP="009542D6">
      <w:pPr>
        <w:pStyle w:val="ARTartustawynprozporzdzenia"/>
      </w:pPr>
      <w:r w:rsidRPr="00135540">
        <w:rPr>
          <w:b/>
        </w:rPr>
        <w:lastRenderedPageBreak/>
        <w:t xml:space="preserve">§ </w:t>
      </w:r>
      <w:r w:rsidR="00285F8E" w:rsidRPr="00135540">
        <w:rPr>
          <w:b/>
        </w:rPr>
        <w:t>11</w:t>
      </w:r>
      <w:r w:rsidRPr="00135540">
        <w:rPr>
          <w:b/>
        </w:rPr>
        <w:t>.</w:t>
      </w:r>
      <w:r w:rsidRPr="00402512">
        <w:t xml:space="preserve"> </w:t>
      </w:r>
      <w:r w:rsidR="009542D6">
        <w:t>Na</w:t>
      </w:r>
      <w:r w:rsidRPr="00402512">
        <w:t xml:space="preserve"> tablicy nr VIII zamieszcza się:</w:t>
      </w:r>
    </w:p>
    <w:p w14:paraId="3F295197" w14:textId="60EC2802" w:rsidR="00402512" w:rsidRPr="00402512" w:rsidRDefault="00402512" w:rsidP="009542D6">
      <w:pPr>
        <w:pStyle w:val="PKTpunkt"/>
      </w:pPr>
      <w:r w:rsidRPr="00402512">
        <w:t>1)</w:t>
      </w:r>
      <w:r w:rsidRPr="00402512">
        <w:tab/>
        <w:t>oznaczenie organu administracji publicznej;</w:t>
      </w:r>
    </w:p>
    <w:p w14:paraId="2F2BEDEB" w14:textId="5EC7C4BE" w:rsidR="00402512" w:rsidRPr="00402512" w:rsidRDefault="00402512" w:rsidP="009542D6">
      <w:pPr>
        <w:pStyle w:val="PKTpunkt"/>
      </w:pPr>
      <w:r w:rsidRPr="00402512">
        <w:t>2)</w:t>
      </w:r>
      <w:r w:rsidRPr="00402512">
        <w:tab/>
        <w:t>datę wydania decyzji, postanowienia, zaświadczenia lub innego dokumentu;</w:t>
      </w:r>
    </w:p>
    <w:p w14:paraId="4353159B" w14:textId="30D39C12" w:rsidR="00402512" w:rsidRPr="00402512" w:rsidRDefault="00402512" w:rsidP="009542D6">
      <w:pPr>
        <w:pStyle w:val="PKTpunkt"/>
      </w:pPr>
      <w:r w:rsidRPr="00402512">
        <w:t>3)</w:t>
      </w:r>
      <w:r w:rsidRPr="00402512">
        <w:tab/>
        <w:t xml:space="preserve">informacje dotyczące rodzaju i treści wydanej decyzji, postanowienia, zaświadczenia </w:t>
      </w:r>
      <w:r w:rsidR="009542D6">
        <w:t>lub</w:t>
      </w:r>
      <w:r w:rsidRPr="00402512">
        <w:t xml:space="preserve"> innego dokumentu.</w:t>
      </w:r>
    </w:p>
    <w:p w14:paraId="72854994" w14:textId="36765DB9" w:rsidR="00D80883" w:rsidRPr="00402512" w:rsidRDefault="00402512">
      <w:pPr>
        <w:pStyle w:val="ARTartustawynprozporzdzenia"/>
      </w:pPr>
      <w:r w:rsidRPr="00135540">
        <w:rPr>
          <w:b/>
        </w:rPr>
        <w:t xml:space="preserve">§ </w:t>
      </w:r>
      <w:r w:rsidR="00285F8E" w:rsidRPr="00135540">
        <w:rPr>
          <w:b/>
        </w:rPr>
        <w:t>12</w:t>
      </w:r>
      <w:r w:rsidRPr="00135540">
        <w:rPr>
          <w:b/>
        </w:rPr>
        <w:t>.</w:t>
      </w:r>
      <w:r w:rsidRPr="00402512">
        <w:t xml:space="preserve"> </w:t>
      </w:r>
      <w:bookmarkStart w:id="5" w:name="_Hlk105152585"/>
      <w:bookmarkStart w:id="6" w:name="_Hlk105152750"/>
      <w:r w:rsidR="00D82553" w:rsidRPr="00402512">
        <w:t>Książk</w:t>
      </w:r>
      <w:r w:rsidR="00D82553">
        <w:t>ę</w:t>
      </w:r>
      <w:r w:rsidR="00D82553" w:rsidRPr="00402512">
        <w:t xml:space="preserve"> </w:t>
      </w:r>
      <w:r w:rsidRPr="00402512">
        <w:t>obiektu budowlanego w postaci papierowej</w:t>
      </w:r>
      <w:r w:rsidR="00D82553">
        <w:t xml:space="preserve"> prowadzi się na ponumerowanych stronach w formacie </w:t>
      </w:r>
      <w:r w:rsidR="00D82553" w:rsidRPr="00D82553">
        <w:t>A-4</w:t>
      </w:r>
      <w:r w:rsidR="00D82553">
        <w:t xml:space="preserve"> w taki sposób, aby książka obiektu budowlanego była chroniona</w:t>
      </w:r>
      <w:r w:rsidR="00D80883">
        <w:t xml:space="preserve"> </w:t>
      </w:r>
      <w:r w:rsidRPr="00402512">
        <w:t>przed usunięciem lub wymianą</w:t>
      </w:r>
      <w:r w:rsidR="00D82553">
        <w:t xml:space="preserve"> stron</w:t>
      </w:r>
      <w:bookmarkEnd w:id="5"/>
      <w:r w:rsidRPr="00402512">
        <w:t>.</w:t>
      </w:r>
      <w:bookmarkEnd w:id="6"/>
    </w:p>
    <w:p w14:paraId="42BEAACE" w14:textId="20228AF5" w:rsidR="000079EA" w:rsidRDefault="00106361" w:rsidP="000079EA">
      <w:pPr>
        <w:pStyle w:val="ARTartustawynprozporzdzenia"/>
      </w:pPr>
      <w:r w:rsidRPr="00135540">
        <w:rPr>
          <w:b/>
        </w:rPr>
        <w:t xml:space="preserve">§ </w:t>
      </w:r>
      <w:r w:rsidR="00D80883" w:rsidRPr="00135540">
        <w:rPr>
          <w:b/>
        </w:rPr>
        <w:t>13</w:t>
      </w:r>
      <w:r w:rsidRPr="00135540">
        <w:rPr>
          <w:b/>
        </w:rPr>
        <w:t>.</w:t>
      </w:r>
      <w:r w:rsidRPr="00106361">
        <w:t xml:space="preserve"> </w:t>
      </w:r>
      <w:bookmarkStart w:id="7" w:name="_Hlk105152764"/>
      <w:r w:rsidR="000079EA">
        <w:t xml:space="preserve">1. W przypadku braku miejsca w odpowiedniej tablicy na dokonanie kolejnego wpisu w książce </w:t>
      </w:r>
      <w:r w:rsidR="000079EA" w:rsidRPr="000079EA">
        <w:t xml:space="preserve">obiektu budowlanego </w:t>
      </w:r>
      <w:r w:rsidR="000079EA">
        <w:t xml:space="preserve">w postaci papierowej zakłada się kolejny tom książki obiektu budowlanego w postaci papierowej albo książkę </w:t>
      </w:r>
      <w:r w:rsidR="000079EA" w:rsidRPr="000079EA">
        <w:t xml:space="preserve">obiektu budowlanego </w:t>
      </w:r>
      <w:r w:rsidR="000079EA">
        <w:t>w postaci elektronicznej.</w:t>
      </w:r>
    </w:p>
    <w:p w14:paraId="155DD611" w14:textId="10667787" w:rsidR="000079EA" w:rsidRDefault="000079EA" w:rsidP="004C73BF">
      <w:pPr>
        <w:pStyle w:val="USTustnpkodeksu"/>
      </w:pPr>
      <w:r>
        <w:t xml:space="preserve">2. W przypadku założenia kolejnego tomu książki obiektu budowlanego w postaci papierowej albo książki </w:t>
      </w:r>
      <w:r w:rsidRPr="000079EA">
        <w:t xml:space="preserve">obiektu budowlanego </w:t>
      </w:r>
      <w:r>
        <w:t>w postaci elektronicznej, w poszczególnych tablicach dotychczas prowadzonej książki, w których pozostało miejsce na dokonanie nowych wpisów, sporządza się adnotacje o kontynuacji wpisów w kolejnym tomie albo w książce obiektu budowlanego w postaci elektronicznej.</w:t>
      </w:r>
    </w:p>
    <w:bookmarkEnd w:id="7"/>
    <w:p w14:paraId="2BD7A02A" w14:textId="29C91AF6" w:rsidR="00CA2337" w:rsidRDefault="00D80883" w:rsidP="00D80883">
      <w:pPr>
        <w:pStyle w:val="ARTartustawynprozporzdzenia"/>
      </w:pPr>
      <w:r w:rsidRPr="00135540">
        <w:rPr>
          <w:b/>
        </w:rPr>
        <w:t>§ 1</w:t>
      </w:r>
      <w:r w:rsidR="00AC6FC8">
        <w:rPr>
          <w:b/>
        </w:rPr>
        <w:t>4</w:t>
      </w:r>
      <w:r w:rsidRPr="00135540">
        <w:rPr>
          <w:b/>
        </w:rPr>
        <w:t>.</w:t>
      </w:r>
      <w:r w:rsidRPr="00402512">
        <w:t xml:space="preserve"> Do książki obiektu budowlanego w postaci elektronicznej mogą być załączane dokumenty w postaci elektronicznej.</w:t>
      </w:r>
    </w:p>
    <w:p w14:paraId="6E46286E" w14:textId="09D8CE44" w:rsidR="00D80883" w:rsidRPr="00402512" w:rsidRDefault="00D80883" w:rsidP="00D80883">
      <w:pPr>
        <w:pStyle w:val="ARTartustawynprozporzdzenia"/>
      </w:pPr>
      <w:r w:rsidRPr="00135540">
        <w:rPr>
          <w:b/>
        </w:rPr>
        <w:t>§ 1</w:t>
      </w:r>
      <w:r w:rsidR="00AC6FC8">
        <w:rPr>
          <w:b/>
        </w:rPr>
        <w:t>5</w:t>
      </w:r>
      <w:r w:rsidRPr="00135540">
        <w:rPr>
          <w:b/>
        </w:rPr>
        <w:t>.</w:t>
      </w:r>
      <w:r w:rsidRPr="00402512">
        <w:t xml:space="preserve"> 1. Książka obiektu budowlanego w postaci elektronicznej od momentu jej utworzenia do zakończenia posiada </w:t>
      </w:r>
      <w:r>
        <w:t xml:space="preserve">w systemie </w:t>
      </w:r>
      <w:r w:rsidR="00415B40">
        <w:t>c-KOB</w:t>
      </w:r>
      <w:r>
        <w:t xml:space="preserve"> </w:t>
      </w:r>
      <w:r w:rsidRPr="00402512">
        <w:t>status</w:t>
      </w:r>
      <w:r>
        <w:t xml:space="preserve"> „</w:t>
      </w:r>
      <w:r w:rsidRPr="00402512">
        <w:t>otwarta</w:t>
      </w:r>
      <w:r>
        <w:t>”</w:t>
      </w:r>
      <w:r w:rsidRPr="00402512">
        <w:t>.</w:t>
      </w:r>
    </w:p>
    <w:p w14:paraId="397EFBD6" w14:textId="5D8EDDD7" w:rsidR="00D80883" w:rsidRPr="00E4744E" w:rsidRDefault="00D80883" w:rsidP="00D80883">
      <w:pPr>
        <w:pStyle w:val="USTustnpkodeksu"/>
      </w:pPr>
      <w:r w:rsidRPr="00402512">
        <w:t xml:space="preserve">2. Książka obiektu budowlanego w postaci elektronicznej od momentu jej zakończenia posiada </w:t>
      </w:r>
      <w:r>
        <w:t xml:space="preserve">w systemie </w:t>
      </w:r>
      <w:r w:rsidR="00415B40">
        <w:t>c-KOB</w:t>
      </w:r>
      <w:r>
        <w:t xml:space="preserve"> </w:t>
      </w:r>
      <w:r w:rsidRPr="00402512">
        <w:t xml:space="preserve">status </w:t>
      </w:r>
      <w:r>
        <w:t>„</w:t>
      </w:r>
      <w:r w:rsidRPr="00402512">
        <w:t>zakończona</w:t>
      </w:r>
      <w:r>
        <w:t>”</w:t>
      </w:r>
      <w:r w:rsidRPr="00402512">
        <w:t>.</w:t>
      </w:r>
    </w:p>
    <w:p w14:paraId="28F28BFC" w14:textId="77777777" w:rsidR="00DF3027" w:rsidRDefault="00DF3027" w:rsidP="00402512">
      <w:pPr>
        <w:pStyle w:val="ROZDZODDZOZNoznaczenierozdziauluboddziau"/>
      </w:pPr>
      <w:r>
        <w:t>Rozdział 3</w:t>
      </w:r>
    </w:p>
    <w:p w14:paraId="7BF105FB" w14:textId="0EB33F84" w:rsidR="00DF3027" w:rsidRPr="009F32F5" w:rsidRDefault="00106361" w:rsidP="00DF3027">
      <w:pPr>
        <w:pStyle w:val="ROZDZODDZPRZEDMprzedmiotregulacjirozdziauluboddziau"/>
      </w:pPr>
      <w:r>
        <w:t>W</w:t>
      </w:r>
      <w:r w:rsidRPr="004F1060">
        <w:t>pis</w:t>
      </w:r>
      <w:r>
        <w:t>y</w:t>
      </w:r>
      <w:r w:rsidRPr="004F1060">
        <w:t xml:space="preserve"> </w:t>
      </w:r>
      <w:r w:rsidR="004F1060" w:rsidRPr="004F1060">
        <w:t>w książce obiektu budowlanego</w:t>
      </w:r>
    </w:p>
    <w:p w14:paraId="687F5A4E" w14:textId="56FF17B3" w:rsidR="004F1060" w:rsidRPr="004F1060" w:rsidRDefault="004F1060" w:rsidP="004F1060">
      <w:pPr>
        <w:pStyle w:val="ARTartustawynprozporzdzenia"/>
      </w:pPr>
      <w:r w:rsidRPr="00135540">
        <w:rPr>
          <w:b/>
        </w:rPr>
        <w:t>§ 1</w:t>
      </w:r>
      <w:r w:rsidR="00AC6FC8">
        <w:rPr>
          <w:b/>
        </w:rPr>
        <w:t>6</w:t>
      </w:r>
      <w:r w:rsidRPr="00135540">
        <w:rPr>
          <w:b/>
        </w:rPr>
        <w:t>.</w:t>
      </w:r>
      <w:r w:rsidRPr="004F1060">
        <w:t xml:space="preserve"> 1. Wpisy w książce obiektu budowlanego</w:t>
      </w:r>
      <w:r w:rsidR="00402C69">
        <w:t xml:space="preserve"> w poszczególnych tablicach</w:t>
      </w:r>
      <w:r w:rsidRPr="004F1060">
        <w:t xml:space="preserve"> zamieszcza się w porządku chronologicznym, w sposób uniemożliwiający dokonanie późniejszych uzupełnień.</w:t>
      </w:r>
    </w:p>
    <w:p w14:paraId="1501D396" w14:textId="3320A9E5" w:rsidR="00981F21" w:rsidRDefault="00841BC5" w:rsidP="001E5941">
      <w:pPr>
        <w:pStyle w:val="USTustnpkodeksu"/>
      </w:pPr>
      <w:r>
        <w:t>2</w:t>
      </w:r>
      <w:r w:rsidR="00981F21">
        <w:t>. Jeżeli wpis w książce obiektu budowlanego zawiera dane identyfikujące:</w:t>
      </w:r>
    </w:p>
    <w:p w14:paraId="021EDF9D" w14:textId="00C5BE6F" w:rsidR="00981F21" w:rsidRPr="00981F21" w:rsidRDefault="00981F21">
      <w:pPr>
        <w:pStyle w:val="PKTpunkt"/>
      </w:pPr>
      <w:r w:rsidRPr="00981F21">
        <w:t>1)</w:t>
      </w:r>
      <w:r>
        <w:tab/>
      </w:r>
      <w:r w:rsidRPr="00981F21">
        <w:t>zdarzenie, które to dane są objęte klauzulą tajności, wpis ogranicza się do wskazania tej okoliczności i dokumentu, z którego wynika objęcie tych danych klauzulą tajności;</w:t>
      </w:r>
    </w:p>
    <w:p w14:paraId="13FAD357" w14:textId="07227356" w:rsidR="00981F21" w:rsidRPr="00981F21" w:rsidRDefault="00981F21">
      <w:pPr>
        <w:pStyle w:val="PKTpunkt"/>
      </w:pPr>
      <w:r w:rsidRPr="00981F21">
        <w:t>2)</w:t>
      </w:r>
      <w:r>
        <w:tab/>
      </w:r>
      <w:r w:rsidRPr="00981F21">
        <w:t>dokument będący przedmiotem wpisu, który jest objęty klauzulą tajności albo zawiera informacje objęte klauzulą tajności, we wpisie wskazuje się na tę okoliczność.</w:t>
      </w:r>
    </w:p>
    <w:p w14:paraId="4F8A54C7" w14:textId="282438A8" w:rsidR="004F1060" w:rsidRPr="004F1060" w:rsidRDefault="00A60770" w:rsidP="004C73BF">
      <w:pPr>
        <w:pStyle w:val="ARTartustawynprozporzdzenia"/>
      </w:pPr>
      <w:r w:rsidRPr="00135540">
        <w:rPr>
          <w:b/>
        </w:rPr>
        <w:lastRenderedPageBreak/>
        <w:t>§ 1</w:t>
      </w:r>
      <w:r w:rsidR="00AC6FC8">
        <w:rPr>
          <w:b/>
        </w:rPr>
        <w:t>7</w:t>
      </w:r>
      <w:r w:rsidRPr="00135540">
        <w:rPr>
          <w:b/>
        </w:rPr>
        <w:t>.</w:t>
      </w:r>
      <w:r>
        <w:t xml:space="preserve"> 1. </w:t>
      </w:r>
      <w:r w:rsidR="004F1060" w:rsidRPr="004F1060">
        <w:t>W razie konieczności wprowadzenia poprawek do dokonanych już wpisów należy dokonać kolejnego wpisu poprzez wprowadzenie właściwej treści</w:t>
      </w:r>
      <w:r w:rsidR="005E6EAC" w:rsidRPr="005E6EAC">
        <w:t xml:space="preserve"> z uzasadnieniem wprowadzonej zmiany</w:t>
      </w:r>
      <w:r w:rsidR="004F1060" w:rsidRPr="004F1060">
        <w:t>.</w:t>
      </w:r>
    </w:p>
    <w:p w14:paraId="08E32F3D" w14:textId="16ED1F09" w:rsidR="004F1060" w:rsidRPr="004F1060" w:rsidRDefault="00A60770" w:rsidP="003E30E8">
      <w:pPr>
        <w:pStyle w:val="USTustnpkodeksu"/>
      </w:pPr>
      <w:r>
        <w:t>2</w:t>
      </w:r>
      <w:r w:rsidR="004F1060" w:rsidRPr="004F1060">
        <w:t xml:space="preserve">. </w:t>
      </w:r>
      <w:r w:rsidR="005E6EAC" w:rsidRPr="005E6EAC">
        <w:t>W razie konieczności wprowadzenia poprawek do dokonanych już wpisów w książce obiektu budowlanego w postaci papierowej dopuszcza się skreślenie niewłaściwego tekstu w sposób umożliwiający jego odczytanie i wprowadzenie właściwej treści, z uzasadnieniem wprowadzonej zmiany. Należy także zamieścić imię i nazwisko osoby dokonującej poprawki lub skreślenia, datę dokonania tej czynności oraz czytelny podpis tej osoby</w:t>
      </w:r>
      <w:r w:rsidR="004F1060" w:rsidRPr="004F1060">
        <w:t xml:space="preserve">. </w:t>
      </w:r>
    </w:p>
    <w:p w14:paraId="0E97DB94" w14:textId="2576D086" w:rsidR="004F1060" w:rsidRPr="004F1060" w:rsidRDefault="00A60770" w:rsidP="004C73BF">
      <w:pPr>
        <w:pStyle w:val="ARTartustawynprozporzdzenia"/>
      </w:pPr>
      <w:r w:rsidRPr="00135540">
        <w:rPr>
          <w:b/>
        </w:rPr>
        <w:t>§ 1</w:t>
      </w:r>
      <w:r w:rsidR="00AC6FC8">
        <w:rPr>
          <w:b/>
        </w:rPr>
        <w:t>8</w:t>
      </w:r>
      <w:r w:rsidRPr="00135540">
        <w:rPr>
          <w:b/>
        </w:rPr>
        <w:t>.</w:t>
      </w:r>
      <w:r>
        <w:t xml:space="preserve"> </w:t>
      </w:r>
      <w:r w:rsidR="004F1060" w:rsidRPr="004F1060">
        <w:t xml:space="preserve">Wpisów </w:t>
      </w:r>
      <w:r>
        <w:t xml:space="preserve">w książce obiektu budowlanego </w:t>
      </w:r>
      <w:r w:rsidR="004F1060" w:rsidRPr="004F1060">
        <w:t xml:space="preserve">dokonuje się w sposób trwały i czytelny. </w:t>
      </w:r>
    </w:p>
    <w:p w14:paraId="1CA9F9D5" w14:textId="57F17746" w:rsidR="004F1060" w:rsidRPr="004F1060" w:rsidRDefault="004F1060" w:rsidP="004F1060">
      <w:pPr>
        <w:pStyle w:val="ARTartustawynprozporzdzenia"/>
      </w:pPr>
      <w:r w:rsidRPr="00135540">
        <w:rPr>
          <w:b/>
        </w:rPr>
        <w:t xml:space="preserve">§ </w:t>
      </w:r>
      <w:r w:rsidR="00AC6FC8">
        <w:rPr>
          <w:b/>
        </w:rPr>
        <w:t>19</w:t>
      </w:r>
      <w:r w:rsidRPr="00135540">
        <w:rPr>
          <w:b/>
        </w:rPr>
        <w:t>.</w:t>
      </w:r>
      <w:r w:rsidRPr="004F1060">
        <w:t xml:space="preserve"> Każdy wpis jest opatrzony:</w:t>
      </w:r>
    </w:p>
    <w:p w14:paraId="3FE23007" w14:textId="2E34A874" w:rsidR="004F1060" w:rsidRPr="004F1060" w:rsidRDefault="004F1060" w:rsidP="003E30E8">
      <w:pPr>
        <w:pStyle w:val="PKTpunkt"/>
      </w:pPr>
      <w:r w:rsidRPr="004F1060">
        <w:t>1)</w:t>
      </w:r>
      <w:r w:rsidRPr="004F1060">
        <w:tab/>
        <w:t>datą;</w:t>
      </w:r>
    </w:p>
    <w:p w14:paraId="6359599A" w14:textId="77777777" w:rsidR="004F1060" w:rsidRPr="004F1060" w:rsidRDefault="004F1060" w:rsidP="003E30E8">
      <w:pPr>
        <w:pStyle w:val="PKTpunkt"/>
      </w:pPr>
      <w:r w:rsidRPr="004F1060">
        <w:t>2)</w:t>
      </w:r>
      <w:r w:rsidR="003E30E8">
        <w:tab/>
      </w:r>
      <w:r w:rsidRPr="004F1060">
        <w:t>imieniem i nazwiskiem osoby dokonującej wpisu;</w:t>
      </w:r>
    </w:p>
    <w:p w14:paraId="6AFFF43B" w14:textId="03C5CF96" w:rsidR="004F1060" w:rsidRPr="004F1060" w:rsidRDefault="004F1060" w:rsidP="00414370">
      <w:pPr>
        <w:pStyle w:val="PKTpunkt"/>
      </w:pPr>
      <w:r w:rsidRPr="004F1060">
        <w:t>3)</w:t>
      </w:r>
      <w:r w:rsidRPr="004F1060">
        <w:tab/>
      </w:r>
      <w:r w:rsidR="00CF0644">
        <w:t xml:space="preserve">czytelnym </w:t>
      </w:r>
      <w:r w:rsidR="00414370" w:rsidRPr="00414370">
        <w:t xml:space="preserve">podpisem osoby dokonującej wpisu w </w:t>
      </w:r>
      <w:bookmarkStart w:id="8" w:name="_Hlk105139551"/>
      <w:r w:rsidR="00414370">
        <w:t>książce obiektu budowlanego</w:t>
      </w:r>
      <w:r w:rsidR="00414370" w:rsidRPr="00414370">
        <w:t xml:space="preserve"> </w:t>
      </w:r>
      <w:bookmarkEnd w:id="8"/>
      <w:r w:rsidR="00414370" w:rsidRPr="00414370">
        <w:t>w postaci papierowej lub systemowym potwierdzeniem tożsamości w książce obiektu budowlanego w postaci elektronicznej</w:t>
      </w:r>
      <w:r w:rsidRPr="004F1060">
        <w:t>.</w:t>
      </w:r>
    </w:p>
    <w:p w14:paraId="78496F92" w14:textId="048E2B80" w:rsidR="004F1060" w:rsidRDefault="004F1060" w:rsidP="004F1060">
      <w:pPr>
        <w:pStyle w:val="ARTartustawynprozporzdzenia"/>
      </w:pPr>
      <w:r w:rsidRPr="00135540">
        <w:rPr>
          <w:b/>
        </w:rPr>
        <w:t xml:space="preserve">§ </w:t>
      </w:r>
      <w:r w:rsidR="00A60770" w:rsidRPr="00135540">
        <w:rPr>
          <w:b/>
        </w:rPr>
        <w:t>2</w:t>
      </w:r>
      <w:r w:rsidR="00AC6FC8">
        <w:rPr>
          <w:b/>
        </w:rPr>
        <w:t>0</w:t>
      </w:r>
      <w:r w:rsidRPr="00135540">
        <w:rPr>
          <w:b/>
        </w:rPr>
        <w:t>.</w:t>
      </w:r>
      <w:r w:rsidRPr="004F1060">
        <w:t xml:space="preserve"> Wpisów i aktualizacji danych zgromadzonych </w:t>
      </w:r>
      <w:r w:rsidR="00135540">
        <w:t>w książce obiektu budowlanego w </w:t>
      </w:r>
      <w:r w:rsidRPr="004F1060">
        <w:t xml:space="preserve">postaci elektronicznej można dokonywać wyłącznie w książkach o statusie </w:t>
      </w:r>
      <w:r w:rsidR="003E30E8">
        <w:t>„</w:t>
      </w:r>
      <w:r w:rsidRPr="004F1060">
        <w:t>otwarta</w:t>
      </w:r>
      <w:r w:rsidR="003E30E8">
        <w:t>”</w:t>
      </w:r>
      <w:r w:rsidRPr="004F1060">
        <w:t>.</w:t>
      </w:r>
    </w:p>
    <w:p w14:paraId="344A22DC" w14:textId="77777777" w:rsidR="003E30E8" w:rsidRDefault="00DA5B31" w:rsidP="003E30E8">
      <w:pPr>
        <w:pStyle w:val="ROZDZODDZOZNoznaczenierozdziauluboddziau"/>
      </w:pPr>
      <w:r>
        <w:t xml:space="preserve">Rozdział </w:t>
      </w:r>
      <w:r w:rsidR="004302C8">
        <w:t>4</w:t>
      </w:r>
    </w:p>
    <w:p w14:paraId="1B281E47" w14:textId="3FB2AF36" w:rsidR="003E30E8" w:rsidRPr="003E30E8" w:rsidRDefault="00C46CF7" w:rsidP="003E30E8">
      <w:pPr>
        <w:pStyle w:val="ROZDZODDZPRZEDMprzedmiotregulacjirozdziauluboddziau"/>
      </w:pPr>
      <w:r>
        <w:t>U</w:t>
      </w:r>
      <w:r w:rsidR="003E30E8" w:rsidRPr="003E30E8">
        <w:t>wierzytelniani</w:t>
      </w:r>
      <w:r w:rsidR="001D623C">
        <w:t>e</w:t>
      </w:r>
      <w:r w:rsidR="003E30E8" w:rsidRPr="003E30E8">
        <w:t xml:space="preserve"> i autoryzacj</w:t>
      </w:r>
      <w:r w:rsidR="001D623C">
        <w:t xml:space="preserve">a </w:t>
      </w:r>
      <w:r w:rsidR="003E30E8" w:rsidRPr="003E30E8">
        <w:t xml:space="preserve">w systemie </w:t>
      </w:r>
      <w:r w:rsidR="00415B40">
        <w:t>c-KOB</w:t>
      </w:r>
    </w:p>
    <w:p w14:paraId="2B6C85FE" w14:textId="4F638A4D" w:rsidR="00553C08" w:rsidRDefault="00C34556" w:rsidP="00C34556">
      <w:pPr>
        <w:pStyle w:val="ARTartustawynprozporzdzenia"/>
      </w:pPr>
      <w:r w:rsidRPr="00135540">
        <w:rPr>
          <w:b/>
        </w:rPr>
        <w:t>§ 2</w:t>
      </w:r>
      <w:r w:rsidR="00AC6FC8">
        <w:rPr>
          <w:b/>
        </w:rPr>
        <w:t>1</w:t>
      </w:r>
      <w:r w:rsidRPr="00135540">
        <w:rPr>
          <w:b/>
        </w:rPr>
        <w:t>.</w:t>
      </w:r>
      <w:r>
        <w:t xml:space="preserve"> 1. Dostęp do systemu c-KOB wymaga prawidłowego przeprowadzenia procesów</w:t>
      </w:r>
      <w:r w:rsidR="00553C08">
        <w:t>:</w:t>
      </w:r>
    </w:p>
    <w:p w14:paraId="75DC2BA8" w14:textId="4629651B" w:rsidR="00553C08" w:rsidRDefault="00553C08" w:rsidP="00553C08">
      <w:pPr>
        <w:pStyle w:val="PKTpunkt"/>
      </w:pPr>
      <w:r>
        <w:t>1)</w:t>
      </w:r>
      <w:r>
        <w:tab/>
      </w:r>
      <w:r w:rsidR="00C34556">
        <w:t>uwierzytelnienia</w:t>
      </w:r>
      <w:r w:rsidR="002A2B97">
        <w:t xml:space="preserve"> </w:t>
      </w:r>
      <w:r w:rsidR="00B50EA9">
        <w:t xml:space="preserve">użytkownika konta </w:t>
      </w:r>
      <w:r w:rsidR="002A2B97">
        <w:t xml:space="preserve">po dokonaniu </w:t>
      </w:r>
      <w:r w:rsidR="00B50EA9">
        <w:t xml:space="preserve">jego </w:t>
      </w:r>
      <w:r w:rsidR="002A2B97">
        <w:t>identyfikacji</w:t>
      </w:r>
      <w:r w:rsidR="00B50EA9">
        <w:t xml:space="preserve"> </w:t>
      </w:r>
      <w:r w:rsidR="00C34556">
        <w:t xml:space="preserve">oraz </w:t>
      </w:r>
    </w:p>
    <w:p w14:paraId="0A26B7E9" w14:textId="51B7FAF2" w:rsidR="00C34556" w:rsidRDefault="00553C08" w:rsidP="00553C08">
      <w:pPr>
        <w:pStyle w:val="PKTpunkt"/>
      </w:pPr>
      <w:r>
        <w:t>2)</w:t>
      </w:r>
      <w:r>
        <w:tab/>
      </w:r>
      <w:r w:rsidR="00C34556">
        <w:t>autoryzacji użytkownika</w:t>
      </w:r>
      <w:r>
        <w:t xml:space="preserve"> konta</w:t>
      </w:r>
      <w:r w:rsidR="00593C2D">
        <w:t>.</w:t>
      </w:r>
    </w:p>
    <w:p w14:paraId="2F6784F2" w14:textId="5B7A68EB" w:rsidR="00C34556" w:rsidRDefault="00593C2D" w:rsidP="00C34556">
      <w:pPr>
        <w:pStyle w:val="USTustnpkodeksu"/>
      </w:pPr>
      <w:r>
        <w:t xml:space="preserve">2. </w:t>
      </w:r>
      <w:r w:rsidR="00C34556">
        <w:t>Uwierzytelnienie polega na potwierdzeniu deklarowanej tożsamości użytkownika konta w:</w:t>
      </w:r>
    </w:p>
    <w:p w14:paraId="41253F77" w14:textId="476271E6" w:rsidR="00C34556" w:rsidRDefault="00593C2D" w:rsidP="00C34556">
      <w:pPr>
        <w:pStyle w:val="PKTpunkt"/>
      </w:pPr>
      <w:r>
        <w:t>1)</w:t>
      </w:r>
      <w:r w:rsidR="00C34556">
        <w:tab/>
        <w:t>systemie identyfikacji elektronicznej przyłączonym do węzła krajowego</w:t>
      </w:r>
      <w:r w:rsidR="00C34556" w:rsidRPr="00C34556">
        <w:t xml:space="preserve"> identyfikacji elektronicznej, o którym mowa w art. 21a ust. 1 pkt 2 lit. </w:t>
      </w:r>
      <w:r w:rsidR="00135540">
        <w:t>a ustawy z dnia 5 września 2016 </w:t>
      </w:r>
      <w:r w:rsidR="00C34556" w:rsidRPr="00C34556">
        <w:t xml:space="preserve">r. o usługach zaufania oraz identyfikacji elektronicznej (Dz. U. </w:t>
      </w:r>
      <w:r>
        <w:t>z 2021 r. poz. 1797)</w:t>
      </w:r>
      <w:r w:rsidR="00C34556">
        <w:t xml:space="preserve">, zwanego dalej „węzłem krajowym”, lub </w:t>
      </w:r>
    </w:p>
    <w:p w14:paraId="0A6A1C92" w14:textId="788119B6" w:rsidR="00C34556" w:rsidRDefault="00C34556" w:rsidP="00C34556">
      <w:pPr>
        <w:pStyle w:val="PKTpunkt"/>
      </w:pPr>
      <w:r>
        <w:t>2)</w:t>
      </w:r>
      <w:r>
        <w:tab/>
        <w:t>systemie c-KOB</w:t>
      </w:r>
      <w:r w:rsidR="002A2B97">
        <w:t xml:space="preserve"> </w:t>
      </w:r>
      <w:r w:rsidR="002A2B97" w:rsidRPr="002A2B97">
        <w:t>- w przypadku pracowników organów nadzoru budowlanego oraz innych organów lub służb uprawnionych do kontroli przestrzegania przepisów w zakresie utrzymania obiektów budowlanych lub do prowadzenia działań ratowniczych</w:t>
      </w:r>
      <w:r>
        <w:t xml:space="preserve">. </w:t>
      </w:r>
    </w:p>
    <w:p w14:paraId="23D6C5FD" w14:textId="77777777" w:rsidR="00C34556" w:rsidRDefault="00C34556" w:rsidP="00C34556">
      <w:pPr>
        <w:pStyle w:val="USTustnpkodeksu"/>
      </w:pPr>
      <w:r>
        <w:t>3.</w:t>
      </w:r>
      <w:r>
        <w:tab/>
        <w:t>Identyfikacja realizowana jest:</w:t>
      </w:r>
    </w:p>
    <w:p w14:paraId="01763030" w14:textId="36EE9927" w:rsidR="00C34556" w:rsidRDefault="00C34556" w:rsidP="00C34556">
      <w:pPr>
        <w:pStyle w:val="PKTpunkt"/>
      </w:pPr>
      <w:r>
        <w:lastRenderedPageBreak/>
        <w:t>1)</w:t>
      </w:r>
      <w:r>
        <w:tab/>
        <w:t>przy użyciu środka identyfikacji elektronicznej wydanego w systemie identyfikacji elektronicznej przyłączonym do węzła krajowego lub</w:t>
      </w:r>
    </w:p>
    <w:p w14:paraId="2E235A89" w14:textId="77777777" w:rsidR="00C34556" w:rsidRDefault="00C34556" w:rsidP="00C34556">
      <w:pPr>
        <w:pStyle w:val="PKTpunkt"/>
      </w:pPr>
      <w:r>
        <w:t>2)</w:t>
      </w:r>
      <w:r>
        <w:tab/>
        <w:t xml:space="preserve">przy użyciu środka identyfikacji elektronicznej wydanego w wewnętrznym systemie identyfikacji elektronicznej systemu c-KOB, zapewniającym obsługę procesu uwierzytelniania </w:t>
      </w:r>
      <w:bookmarkStart w:id="9" w:name="_Hlk108781121"/>
      <w:r>
        <w:t>- w przypadku pracowników organów nadzoru budowlanego oraz innych organów lub służb uprawnionych do kontroli przestrzegania przepisów w zakresie utrzymania obiektów budowlanych lub do prowadzenia działań ratowniczych</w:t>
      </w:r>
      <w:bookmarkEnd w:id="9"/>
      <w:r>
        <w:t xml:space="preserve">. </w:t>
      </w:r>
    </w:p>
    <w:p w14:paraId="1D54FCFC" w14:textId="20FEEBBD" w:rsidR="00C34556" w:rsidRDefault="00C34556" w:rsidP="00C34556">
      <w:pPr>
        <w:pStyle w:val="USTustnpkodeksu"/>
      </w:pPr>
      <w:r>
        <w:t>4.</w:t>
      </w:r>
      <w:r>
        <w:tab/>
        <w:t>Autoryzacja</w:t>
      </w:r>
      <w:r w:rsidRPr="00C34556">
        <w:t xml:space="preserve"> </w:t>
      </w:r>
      <w:r>
        <w:t>następuje po poprawnym uwierzytelnieniu użytkownika i polega na przydzieleniu praw dostępu do sys</w:t>
      </w:r>
      <w:r w:rsidR="00593C2D">
        <w:t>temu c-KOB.</w:t>
      </w:r>
    </w:p>
    <w:p w14:paraId="20E1481C" w14:textId="5C97ADA5" w:rsidR="00C34556" w:rsidRPr="00C34556" w:rsidRDefault="00C34556" w:rsidP="00C34556">
      <w:pPr>
        <w:pStyle w:val="ARTartustawynprozporzdzenia"/>
      </w:pPr>
      <w:r w:rsidRPr="00135540">
        <w:rPr>
          <w:b/>
        </w:rPr>
        <w:t>§ 2</w:t>
      </w:r>
      <w:r w:rsidR="00AC6FC8">
        <w:rPr>
          <w:b/>
        </w:rPr>
        <w:t>2</w:t>
      </w:r>
      <w:r w:rsidRPr="00135540">
        <w:rPr>
          <w:b/>
        </w:rPr>
        <w:t>.</w:t>
      </w:r>
      <w:r w:rsidRPr="00C34556">
        <w:t xml:space="preserve"> Zapewnienie:</w:t>
      </w:r>
    </w:p>
    <w:p w14:paraId="7D9825C5" w14:textId="77777777" w:rsidR="00C34556" w:rsidRPr="00C34556" w:rsidRDefault="00C34556" w:rsidP="00C34556">
      <w:pPr>
        <w:pStyle w:val="PKTpunkt"/>
      </w:pPr>
      <w:r w:rsidRPr="00C34556">
        <w:t>1)</w:t>
      </w:r>
      <w:r w:rsidRPr="00C34556">
        <w:tab/>
        <w:t xml:space="preserve">możliwości wprowadzania danych w systemie c-KOB, w szczególności dokonywania wpisów w książce obiektu budowlanego w postaci elektronicznej, oraz </w:t>
      </w:r>
    </w:p>
    <w:p w14:paraId="7380B0EB" w14:textId="77777777" w:rsidR="00C34556" w:rsidRDefault="00C34556" w:rsidP="00C34556">
      <w:pPr>
        <w:pStyle w:val="PKTpunkt"/>
      </w:pPr>
      <w:r w:rsidRPr="00C34556">
        <w:t>2)</w:t>
      </w:r>
      <w:r w:rsidRPr="00C34556">
        <w:tab/>
        <w:t>praw dostępu do systemu c-KOB</w:t>
      </w:r>
    </w:p>
    <w:p w14:paraId="1C9013E8" w14:textId="77777777" w:rsidR="000F0699" w:rsidRDefault="00C34556" w:rsidP="000F0699">
      <w:pPr>
        <w:pStyle w:val="CZWSPPKTczwsplnapunktw"/>
      </w:pPr>
      <w:r>
        <w:t xml:space="preserve">- </w:t>
      </w:r>
      <w:r w:rsidRPr="00C34556">
        <w:t>następuje w procesie autoryzacji na podstawie przydzielonych uprawnień.</w:t>
      </w:r>
      <w:r w:rsidR="000F0699" w:rsidRPr="000F0699">
        <w:t xml:space="preserve"> </w:t>
      </w:r>
    </w:p>
    <w:p w14:paraId="5848D549" w14:textId="4BFA4BC2" w:rsidR="00C34556" w:rsidRDefault="000F0699" w:rsidP="00135540">
      <w:pPr>
        <w:pStyle w:val="ARTartustawynprozporzdzenia"/>
      </w:pPr>
      <w:r w:rsidRPr="00135540">
        <w:rPr>
          <w:b/>
        </w:rPr>
        <w:t>§ 2</w:t>
      </w:r>
      <w:r w:rsidR="00AC6FC8">
        <w:rPr>
          <w:b/>
        </w:rPr>
        <w:t>3</w:t>
      </w:r>
      <w:r w:rsidRPr="00135540">
        <w:rPr>
          <w:b/>
        </w:rPr>
        <w:t>.</w:t>
      </w:r>
      <w:r w:rsidRPr="00C34556">
        <w:t xml:space="preserve"> </w:t>
      </w:r>
      <w:bookmarkStart w:id="10" w:name="_Hlk108771402"/>
      <w:r w:rsidRPr="00C34556">
        <w:t xml:space="preserve">Uwierzytelnienie użytkownika konta w systemie identyfikacji elektronicznej przyłączonym do węzła krajowego lub </w:t>
      </w:r>
      <w:r>
        <w:t xml:space="preserve">w </w:t>
      </w:r>
      <w:r w:rsidRPr="00C34556">
        <w:t>systemie c-KOB zapewnia systemowe potwierdzanie tożsamości przy dokonywaniu wpisów w książce obiektu budowlanego w postaci elektronicznej.</w:t>
      </w:r>
      <w:bookmarkEnd w:id="10"/>
    </w:p>
    <w:p w14:paraId="6329B7DD" w14:textId="077CC2C6" w:rsidR="00CC4FB8" w:rsidRDefault="001F4929" w:rsidP="00CC4FB8">
      <w:pPr>
        <w:pStyle w:val="ROZDZODDZOZNoznaczenierozdziauluboddziau"/>
      </w:pPr>
      <w:r>
        <w:t xml:space="preserve">Rozdział </w:t>
      </w:r>
      <w:r w:rsidR="00726152">
        <w:t>5</w:t>
      </w:r>
    </w:p>
    <w:p w14:paraId="527F822F" w14:textId="6C365C36" w:rsidR="001F4929" w:rsidRDefault="001F4929" w:rsidP="00CC4FB8">
      <w:pPr>
        <w:pStyle w:val="ROZDZODDZPRZEDMprzedmiotregulacjirozdziauluboddziau"/>
      </w:pPr>
      <w:r>
        <w:t>Przepis końcow</w:t>
      </w:r>
      <w:r w:rsidR="00F41B74">
        <w:t>y</w:t>
      </w:r>
    </w:p>
    <w:p w14:paraId="7EE673FB" w14:textId="6095365C" w:rsidR="001F4929" w:rsidRDefault="003E30E8" w:rsidP="003E30E8">
      <w:pPr>
        <w:pStyle w:val="ARTartustawynprozporzdzenia"/>
      </w:pPr>
      <w:r w:rsidRPr="0075642F">
        <w:rPr>
          <w:b/>
        </w:rPr>
        <w:t xml:space="preserve">§ </w:t>
      </w:r>
      <w:r w:rsidR="00C8423E" w:rsidRPr="0075642F">
        <w:rPr>
          <w:b/>
        </w:rPr>
        <w:t>2</w:t>
      </w:r>
      <w:r w:rsidR="00AC6FC8">
        <w:rPr>
          <w:b/>
        </w:rPr>
        <w:t>4</w:t>
      </w:r>
      <w:r w:rsidRPr="0075642F">
        <w:rPr>
          <w:b/>
        </w:rPr>
        <w:t>.</w:t>
      </w:r>
      <w:r w:rsidRPr="003E30E8">
        <w:t xml:space="preserve"> Rozporządzenie wchodzi w życie z dniem </w:t>
      </w:r>
      <w:r w:rsidR="00610386">
        <w:t>1 stycznia 2023 r</w:t>
      </w:r>
      <w:r w:rsidRPr="003E30E8">
        <w:t>.</w:t>
      </w:r>
      <w:r w:rsidR="00F57592">
        <w:rPr>
          <w:rStyle w:val="Odwoanieprzypisudolnego"/>
        </w:rPr>
        <w:footnoteReference w:id="2"/>
      </w:r>
      <w:r w:rsidR="001A04BB" w:rsidRPr="000E355E">
        <w:rPr>
          <w:rFonts w:ascii="Times New Roman" w:eastAsia="Times New Roman" w:hAnsi="Times New Roman"/>
          <w:vertAlign w:val="superscript"/>
        </w:rPr>
        <w:t>)</w:t>
      </w:r>
    </w:p>
    <w:p w14:paraId="7AE778AD" w14:textId="35CE6042" w:rsidR="002821FA" w:rsidRDefault="002821FA" w:rsidP="003E30E8">
      <w:pPr>
        <w:pStyle w:val="ARTartustawynprozporzdzenia"/>
      </w:pPr>
    </w:p>
    <w:p w14:paraId="494F9845" w14:textId="77777777" w:rsidR="002821FA" w:rsidRDefault="002821FA" w:rsidP="003E30E8">
      <w:pPr>
        <w:pStyle w:val="ARTartustawynprozporzdzenia"/>
      </w:pPr>
    </w:p>
    <w:p w14:paraId="27D005B7" w14:textId="77777777" w:rsidR="002821FA" w:rsidRDefault="002821FA" w:rsidP="002821FA">
      <w:pPr>
        <w:pStyle w:val="NAZORGWYDnazwaorganuwydajcegoprojektowanyakt"/>
      </w:pPr>
      <w:r>
        <w:t xml:space="preserve">MINISTER </w:t>
      </w:r>
      <w:r w:rsidRPr="002821FA">
        <w:t>ROZWOJU</w:t>
      </w:r>
      <w:r>
        <w:t xml:space="preserve"> I </w:t>
      </w:r>
      <w:r w:rsidRPr="00A6710B">
        <w:t>TECHNOLOGII</w:t>
      </w:r>
    </w:p>
    <w:p w14:paraId="27D91660" w14:textId="4E3C22F6" w:rsidR="002821FA" w:rsidRDefault="002821FA" w:rsidP="003E30E8">
      <w:pPr>
        <w:pStyle w:val="ARTartustawynprozporzdzenia"/>
      </w:pPr>
    </w:p>
    <w:p w14:paraId="74161925" w14:textId="0ECFA238" w:rsidR="002821FA" w:rsidRDefault="002821FA" w:rsidP="003E30E8">
      <w:pPr>
        <w:pStyle w:val="ARTartustawynprozporzdzenia"/>
      </w:pPr>
    </w:p>
    <w:p w14:paraId="4E8F08E6" w14:textId="60552F20" w:rsidR="002821FA" w:rsidRDefault="002821FA" w:rsidP="003E30E8">
      <w:pPr>
        <w:pStyle w:val="ARTartustawynprozporzdzenia"/>
      </w:pPr>
    </w:p>
    <w:p w14:paraId="41C0833A" w14:textId="0D91762C" w:rsidR="002821FA" w:rsidRDefault="002821FA" w:rsidP="002821FA">
      <w:pPr>
        <w:pStyle w:val="ARTartustawynprozporzdzenia"/>
        <w:ind w:firstLine="0"/>
      </w:pPr>
    </w:p>
    <w:p w14:paraId="1190126D" w14:textId="77777777" w:rsidR="002821FA" w:rsidRPr="00A6710B" w:rsidRDefault="002821FA" w:rsidP="002821FA">
      <w:pPr>
        <w:pStyle w:val="OZNPARAFYADNOTACJE"/>
      </w:pPr>
      <w:r w:rsidRPr="00A6710B">
        <w:t>ZA ZGODNOŚĆ POD WZGLĘDEM PRAWNYM,</w:t>
      </w:r>
    </w:p>
    <w:p w14:paraId="5F1F897B" w14:textId="77777777" w:rsidR="002821FA" w:rsidRPr="00A6710B" w:rsidRDefault="002821FA" w:rsidP="002821FA">
      <w:pPr>
        <w:pStyle w:val="OZNPARAFYADNOTACJE"/>
      </w:pPr>
      <w:r w:rsidRPr="00A6710B">
        <w:t xml:space="preserve">LEGISLACYJNYM I REDAKCYJNYM </w:t>
      </w:r>
    </w:p>
    <w:p w14:paraId="57EA2220" w14:textId="740794B7" w:rsidR="002821FA" w:rsidRPr="00A6710B" w:rsidRDefault="002821FA" w:rsidP="002821FA">
      <w:pPr>
        <w:pStyle w:val="OZNPARAFYADNOTACJE"/>
      </w:pPr>
      <w:r>
        <w:t>Danuta Pływaczewska</w:t>
      </w:r>
    </w:p>
    <w:p w14:paraId="4C2C1BC9" w14:textId="5006F413" w:rsidR="002821FA" w:rsidRPr="00A6710B" w:rsidRDefault="002821FA" w:rsidP="002821FA">
      <w:pPr>
        <w:pStyle w:val="OZNPARAFYADNOTACJE"/>
      </w:pPr>
      <w:r w:rsidRPr="00A6710B">
        <w:t>Dyrekto</w:t>
      </w:r>
      <w:r>
        <w:t>r</w:t>
      </w:r>
      <w:r w:rsidRPr="00A6710B">
        <w:t xml:space="preserve"> Departamentu Prawnego </w:t>
      </w:r>
    </w:p>
    <w:p w14:paraId="5332D904" w14:textId="77777777" w:rsidR="002821FA" w:rsidRPr="00A6710B" w:rsidRDefault="002821FA" w:rsidP="002821FA">
      <w:pPr>
        <w:pStyle w:val="OZNPARAFYADNOTACJE"/>
      </w:pPr>
      <w:r w:rsidRPr="00A6710B">
        <w:t>w Głównym Urzędzie Nadzoru Budowlanego</w:t>
      </w:r>
    </w:p>
    <w:p w14:paraId="60BC56FA" w14:textId="77777777" w:rsidR="002821FA" w:rsidRPr="00A6710B" w:rsidRDefault="002821FA" w:rsidP="002821FA">
      <w:pPr>
        <w:pStyle w:val="OZNPARAFYADNOTACJE"/>
      </w:pPr>
      <w:r w:rsidRPr="00A6710B">
        <w:t>/podpisano elektronicznie/</w:t>
      </w:r>
    </w:p>
    <w:p w14:paraId="2145E5DD" w14:textId="77777777" w:rsidR="002821FA" w:rsidRDefault="002821FA" w:rsidP="003E30E8">
      <w:pPr>
        <w:pStyle w:val="ARTartustawynprozporzdzenia"/>
        <w:rPr>
          <w:rFonts w:cs="Times New Roman"/>
          <w:szCs w:val="24"/>
        </w:rPr>
      </w:pPr>
    </w:p>
    <w:sectPr w:rsidR="002821FA">
      <w:footerReference w:type="default" r:id="rId8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2AE47" w14:textId="77777777" w:rsidR="004004FB" w:rsidRDefault="004004FB">
      <w:pPr>
        <w:spacing w:line="240" w:lineRule="auto"/>
      </w:pPr>
      <w:r>
        <w:separator/>
      </w:r>
    </w:p>
  </w:endnote>
  <w:endnote w:type="continuationSeparator" w:id="0">
    <w:p w14:paraId="5BAD333C" w14:textId="77777777" w:rsidR="004004FB" w:rsidRDefault="004004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042B" w14:textId="77777777" w:rsidR="001F4929" w:rsidRDefault="001F4929">
    <w:pPr>
      <w:spacing w:line="32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9CED8" w14:textId="77777777" w:rsidR="004004FB" w:rsidRDefault="004004FB">
      <w:pPr>
        <w:spacing w:line="240" w:lineRule="auto"/>
      </w:pPr>
      <w:r>
        <w:separator/>
      </w:r>
    </w:p>
  </w:footnote>
  <w:footnote w:type="continuationSeparator" w:id="0">
    <w:p w14:paraId="6DECF236" w14:textId="77777777" w:rsidR="004004FB" w:rsidRDefault="004004FB">
      <w:pPr>
        <w:spacing w:line="240" w:lineRule="auto"/>
      </w:pPr>
      <w:r>
        <w:continuationSeparator/>
      </w:r>
    </w:p>
  </w:footnote>
  <w:footnote w:id="1">
    <w:p w14:paraId="55ED0DBC" w14:textId="53430484" w:rsidR="001A04BB" w:rsidRPr="006C07EB" w:rsidRDefault="00201899" w:rsidP="00F5759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686283" w:rsidRPr="0033471B">
        <w:t>Minister Rozwoju i Technologii kieruje działem administracji rządo</w:t>
      </w:r>
      <w:r w:rsidR="00135540">
        <w:t xml:space="preserve">wej </w:t>
      </w:r>
      <w:r w:rsidR="002B0CA3">
        <w:t>–</w:t>
      </w:r>
      <w:r w:rsidR="00135540">
        <w:t xml:space="preserve"> budownictwo, planowanie i </w:t>
      </w:r>
      <w:r w:rsidR="00686283" w:rsidRPr="0033471B">
        <w:t xml:space="preserve">zagospodarowanie przestrzenne oraz mieszkalnictwo, na podstawie § 1 ust. 2 pkt 1 rozporządzenia Prezesa Rady Ministrów z dnia </w:t>
      </w:r>
      <w:r w:rsidR="002F3E2E">
        <w:t>15 kwietnia 2022</w:t>
      </w:r>
      <w:r w:rsidR="00686283" w:rsidRPr="0033471B">
        <w:t xml:space="preserve"> r. w sprawie szczegółowego zakre</w:t>
      </w:r>
      <w:r w:rsidR="00135540">
        <w:t>su działania Ministra Rozwoju i </w:t>
      </w:r>
      <w:r w:rsidR="00686283" w:rsidRPr="0033471B">
        <w:t xml:space="preserve">Technologii (Dz. U. poz. </w:t>
      </w:r>
      <w:r w:rsidR="002F3E2E">
        <w:t>838</w:t>
      </w:r>
      <w:r w:rsidR="00686283" w:rsidRPr="0033471B">
        <w:t>)</w:t>
      </w:r>
      <w:r w:rsidRPr="00236657">
        <w:t>.</w:t>
      </w:r>
    </w:p>
  </w:footnote>
  <w:footnote w:id="2">
    <w:p w14:paraId="79EA39DE" w14:textId="551E2395" w:rsidR="00F57592" w:rsidRDefault="00F57592" w:rsidP="00F57592">
      <w:pPr>
        <w:pStyle w:val="ODNONIKtreodnonika"/>
      </w:pPr>
      <w:r>
        <w:rPr>
          <w:rStyle w:val="Odwoanieprzypisudolnego"/>
        </w:rPr>
        <w:footnoteRef/>
      </w:r>
      <w:r w:rsidRPr="00F57592">
        <w:rPr>
          <w:vertAlign w:val="superscript"/>
        </w:rPr>
        <w:t>)</w:t>
      </w:r>
      <w:r>
        <w:tab/>
      </w:r>
      <w:r w:rsidRPr="001A04BB">
        <w:t xml:space="preserve">Niniejsze rozporządzenie było poprzedzone rozporządzeniem </w:t>
      </w:r>
      <w:r w:rsidRPr="00EE3702">
        <w:t>Ministra Infrastruktury z dnia 3 lipca 2003 r. w sprawie książki obiektu budowlanego (Dz. U. Nr 120, poz. 1134)</w:t>
      </w:r>
      <w:r w:rsidRPr="001A04BB">
        <w:t xml:space="preserve">, które traci moc w dniu </w:t>
      </w:r>
      <w:r>
        <w:t>1</w:t>
      </w:r>
      <w:r w:rsidRPr="001A04BB">
        <w:t xml:space="preserve"> stycznia 202</w:t>
      </w:r>
      <w:r>
        <w:t>3</w:t>
      </w:r>
      <w:r w:rsidRPr="001A04BB">
        <w:t xml:space="preserve"> r., zgodnie z art. 9 pkt </w:t>
      </w:r>
      <w:r>
        <w:t>3</w:t>
      </w:r>
      <w:r w:rsidRPr="001A04BB">
        <w:t xml:space="preserve"> w zw. z art. 1 pkt </w:t>
      </w:r>
      <w:r>
        <w:t>33 lit. b</w:t>
      </w:r>
      <w:r w:rsidRPr="001A04BB">
        <w:t xml:space="preserve"> ustawy z dnia 7 lipca 2022 r. o zmianie ustawy - Prawo budowlane oraz niektórych innych ustaw (Dz. U. poz. 1557).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rPr>
        <w:rFonts w:cs="Times New Roman"/>
      </w:rPr>
    </w:lvl>
    <w:lvl w:ilvl="1">
      <w:start w:val="1"/>
      <w:numFmt w:val="decimalZero"/>
      <w:isLgl/>
      <w:lvlText w:val="Sekcja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31935642">
    <w:abstractNumId w:val="23"/>
  </w:num>
  <w:num w:numId="2" w16cid:durableId="1749494537">
    <w:abstractNumId w:val="18"/>
  </w:num>
  <w:num w:numId="3" w16cid:durableId="1361585587">
    <w:abstractNumId w:val="35"/>
  </w:num>
  <w:num w:numId="4" w16cid:durableId="918370601">
    <w:abstractNumId w:val="31"/>
  </w:num>
  <w:num w:numId="5" w16cid:durableId="1775586715">
    <w:abstractNumId w:val="14"/>
  </w:num>
  <w:num w:numId="6" w16cid:durableId="1276061075">
    <w:abstractNumId w:val="10"/>
  </w:num>
  <w:num w:numId="7" w16cid:durableId="1511140907">
    <w:abstractNumId w:val="15"/>
  </w:num>
  <w:num w:numId="8" w16cid:durableId="392780490">
    <w:abstractNumId w:val="26"/>
  </w:num>
  <w:num w:numId="9" w16cid:durableId="613290141">
    <w:abstractNumId w:val="16"/>
  </w:num>
  <w:num w:numId="10" w16cid:durableId="1646272415">
    <w:abstractNumId w:val="8"/>
  </w:num>
  <w:num w:numId="11" w16cid:durableId="1506087411">
    <w:abstractNumId w:val="3"/>
  </w:num>
  <w:num w:numId="12" w16cid:durableId="1698773425">
    <w:abstractNumId w:val="2"/>
  </w:num>
  <w:num w:numId="13" w16cid:durableId="1645574824">
    <w:abstractNumId w:val="1"/>
  </w:num>
  <w:num w:numId="14" w16cid:durableId="1254053697">
    <w:abstractNumId w:val="0"/>
  </w:num>
  <w:num w:numId="15" w16cid:durableId="857083342">
    <w:abstractNumId w:val="9"/>
  </w:num>
  <w:num w:numId="16" w16cid:durableId="344407804">
    <w:abstractNumId w:val="7"/>
  </w:num>
  <w:num w:numId="17" w16cid:durableId="621809422">
    <w:abstractNumId w:val="6"/>
  </w:num>
  <w:num w:numId="18" w16cid:durableId="477692844">
    <w:abstractNumId w:val="5"/>
  </w:num>
  <w:num w:numId="19" w16cid:durableId="2097700273">
    <w:abstractNumId w:val="4"/>
  </w:num>
  <w:num w:numId="20" w16cid:durableId="1597905764">
    <w:abstractNumId w:val="33"/>
  </w:num>
  <w:num w:numId="21" w16cid:durableId="1070033816">
    <w:abstractNumId w:val="25"/>
  </w:num>
  <w:num w:numId="22" w16cid:durableId="1231576313">
    <w:abstractNumId w:val="36"/>
  </w:num>
  <w:num w:numId="23" w16cid:durableId="1514418962">
    <w:abstractNumId w:val="32"/>
  </w:num>
  <w:num w:numId="24" w16cid:durableId="1047677549">
    <w:abstractNumId w:val="19"/>
  </w:num>
  <w:num w:numId="25" w16cid:durableId="507213113">
    <w:abstractNumId w:val="11"/>
  </w:num>
  <w:num w:numId="26" w16cid:durableId="309136631">
    <w:abstractNumId w:val="30"/>
  </w:num>
  <w:num w:numId="27" w16cid:durableId="1593199198">
    <w:abstractNumId w:val="20"/>
  </w:num>
  <w:num w:numId="28" w16cid:durableId="2124376601">
    <w:abstractNumId w:val="17"/>
  </w:num>
  <w:num w:numId="29" w16cid:durableId="167599491">
    <w:abstractNumId w:val="22"/>
  </w:num>
  <w:num w:numId="30" w16cid:durableId="1587687801">
    <w:abstractNumId w:val="27"/>
  </w:num>
  <w:num w:numId="31" w16cid:durableId="994145102">
    <w:abstractNumId w:val="24"/>
  </w:num>
  <w:num w:numId="32" w16cid:durableId="355930238">
    <w:abstractNumId w:val="13"/>
  </w:num>
  <w:num w:numId="33" w16cid:durableId="1940675021">
    <w:abstractNumId w:val="29"/>
  </w:num>
  <w:num w:numId="34" w16cid:durableId="153962030">
    <w:abstractNumId w:val="28"/>
  </w:num>
  <w:num w:numId="35" w16cid:durableId="1576475450">
    <w:abstractNumId w:val="21"/>
  </w:num>
  <w:num w:numId="36" w16cid:durableId="1163281951">
    <w:abstractNumId w:val="34"/>
  </w:num>
  <w:num w:numId="37" w16cid:durableId="3319595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821"/>
    <w:rsid w:val="000032D8"/>
    <w:rsid w:val="000079EA"/>
    <w:rsid w:val="00012B43"/>
    <w:rsid w:val="00012FA0"/>
    <w:rsid w:val="000139EC"/>
    <w:rsid w:val="000170AA"/>
    <w:rsid w:val="00020E84"/>
    <w:rsid w:val="00025552"/>
    <w:rsid w:val="00027E83"/>
    <w:rsid w:val="00044F7A"/>
    <w:rsid w:val="00045D6F"/>
    <w:rsid w:val="00052F05"/>
    <w:rsid w:val="00072DF3"/>
    <w:rsid w:val="000827ED"/>
    <w:rsid w:val="00082943"/>
    <w:rsid w:val="000926EC"/>
    <w:rsid w:val="00093B31"/>
    <w:rsid w:val="000A61A9"/>
    <w:rsid w:val="000B1DC5"/>
    <w:rsid w:val="000C0EC9"/>
    <w:rsid w:val="000C472C"/>
    <w:rsid w:val="000F0699"/>
    <w:rsid w:val="000F214A"/>
    <w:rsid w:val="00106361"/>
    <w:rsid w:val="00111220"/>
    <w:rsid w:val="00112790"/>
    <w:rsid w:val="00112B7D"/>
    <w:rsid w:val="00116E5A"/>
    <w:rsid w:val="00125504"/>
    <w:rsid w:val="00135540"/>
    <w:rsid w:val="00136282"/>
    <w:rsid w:val="001376B0"/>
    <w:rsid w:val="00140770"/>
    <w:rsid w:val="00141315"/>
    <w:rsid w:val="00163718"/>
    <w:rsid w:val="00174B6D"/>
    <w:rsid w:val="0017577B"/>
    <w:rsid w:val="00190161"/>
    <w:rsid w:val="001964E8"/>
    <w:rsid w:val="0019719B"/>
    <w:rsid w:val="00197F56"/>
    <w:rsid w:val="001A04BB"/>
    <w:rsid w:val="001A16F6"/>
    <w:rsid w:val="001A1D30"/>
    <w:rsid w:val="001A37D8"/>
    <w:rsid w:val="001C41A4"/>
    <w:rsid w:val="001C4966"/>
    <w:rsid w:val="001C7E9D"/>
    <w:rsid w:val="001D2CA6"/>
    <w:rsid w:val="001D4646"/>
    <w:rsid w:val="001D623C"/>
    <w:rsid w:val="001E494D"/>
    <w:rsid w:val="001E5941"/>
    <w:rsid w:val="001F4929"/>
    <w:rsid w:val="00201899"/>
    <w:rsid w:val="00204931"/>
    <w:rsid w:val="00210897"/>
    <w:rsid w:val="00212AA4"/>
    <w:rsid w:val="00214A4C"/>
    <w:rsid w:val="002278D7"/>
    <w:rsid w:val="0023158D"/>
    <w:rsid w:val="00233F0D"/>
    <w:rsid w:val="00241042"/>
    <w:rsid w:val="00254BB0"/>
    <w:rsid w:val="00257FCC"/>
    <w:rsid w:val="00261B7B"/>
    <w:rsid w:val="00264307"/>
    <w:rsid w:val="00272EDD"/>
    <w:rsid w:val="00275291"/>
    <w:rsid w:val="002821FA"/>
    <w:rsid w:val="00283E26"/>
    <w:rsid w:val="00285F8E"/>
    <w:rsid w:val="00287133"/>
    <w:rsid w:val="002A2B97"/>
    <w:rsid w:val="002B0CA3"/>
    <w:rsid w:val="002C58B7"/>
    <w:rsid w:val="002C5E7C"/>
    <w:rsid w:val="002D3A7D"/>
    <w:rsid w:val="002D7AB1"/>
    <w:rsid w:val="002F3E2E"/>
    <w:rsid w:val="00300C04"/>
    <w:rsid w:val="0030178A"/>
    <w:rsid w:val="00312A5D"/>
    <w:rsid w:val="003155EE"/>
    <w:rsid w:val="00324FAE"/>
    <w:rsid w:val="003520DE"/>
    <w:rsid w:val="00364AB1"/>
    <w:rsid w:val="00365AC7"/>
    <w:rsid w:val="00377059"/>
    <w:rsid w:val="0039177B"/>
    <w:rsid w:val="00394C33"/>
    <w:rsid w:val="00396BCA"/>
    <w:rsid w:val="003A34B3"/>
    <w:rsid w:val="003B2FAB"/>
    <w:rsid w:val="003B4ACC"/>
    <w:rsid w:val="003B5B40"/>
    <w:rsid w:val="003B6963"/>
    <w:rsid w:val="003E30E8"/>
    <w:rsid w:val="003F3204"/>
    <w:rsid w:val="003F73E9"/>
    <w:rsid w:val="004004FB"/>
    <w:rsid w:val="00402512"/>
    <w:rsid w:val="00402C69"/>
    <w:rsid w:val="004129EC"/>
    <w:rsid w:val="00414370"/>
    <w:rsid w:val="00415B40"/>
    <w:rsid w:val="00420FCC"/>
    <w:rsid w:val="004302C8"/>
    <w:rsid w:val="004428BB"/>
    <w:rsid w:val="00454049"/>
    <w:rsid w:val="00462E66"/>
    <w:rsid w:val="00482586"/>
    <w:rsid w:val="0048709F"/>
    <w:rsid w:val="004C73BF"/>
    <w:rsid w:val="004D000A"/>
    <w:rsid w:val="004D429D"/>
    <w:rsid w:val="004D4A0D"/>
    <w:rsid w:val="004D622D"/>
    <w:rsid w:val="004E1CBE"/>
    <w:rsid w:val="004F1060"/>
    <w:rsid w:val="004F44E8"/>
    <w:rsid w:val="00513F18"/>
    <w:rsid w:val="0052057C"/>
    <w:rsid w:val="00520E79"/>
    <w:rsid w:val="00531ED3"/>
    <w:rsid w:val="005463E1"/>
    <w:rsid w:val="0055174E"/>
    <w:rsid w:val="00553C08"/>
    <w:rsid w:val="00571DF3"/>
    <w:rsid w:val="00572E5C"/>
    <w:rsid w:val="00591536"/>
    <w:rsid w:val="00593C2D"/>
    <w:rsid w:val="005A2537"/>
    <w:rsid w:val="005B10A2"/>
    <w:rsid w:val="005D1BA5"/>
    <w:rsid w:val="005E0D61"/>
    <w:rsid w:val="005E262E"/>
    <w:rsid w:val="005E6EAC"/>
    <w:rsid w:val="005E739E"/>
    <w:rsid w:val="005F3314"/>
    <w:rsid w:val="00601872"/>
    <w:rsid w:val="006038F1"/>
    <w:rsid w:val="00603DFF"/>
    <w:rsid w:val="006045B5"/>
    <w:rsid w:val="00610223"/>
    <w:rsid w:val="00610386"/>
    <w:rsid w:val="00610F0A"/>
    <w:rsid w:val="0061308E"/>
    <w:rsid w:val="0061543B"/>
    <w:rsid w:val="00621BA3"/>
    <w:rsid w:val="00636476"/>
    <w:rsid w:val="006457B3"/>
    <w:rsid w:val="00645D1A"/>
    <w:rsid w:val="00654387"/>
    <w:rsid w:val="00663C94"/>
    <w:rsid w:val="006770E0"/>
    <w:rsid w:val="00680E7E"/>
    <w:rsid w:val="00686283"/>
    <w:rsid w:val="0069100F"/>
    <w:rsid w:val="006A12E2"/>
    <w:rsid w:val="006A3C26"/>
    <w:rsid w:val="006A5DD3"/>
    <w:rsid w:val="006A7215"/>
    <w:rsid w:val="006B0BCA"/>
    <w:rsid w:val="006C419C"/>
    <w:rsid w:val="006D1EB1"/>
    <w:rsid w:val="006D4124"/>
    <w:rsid w:val="006E23B4"/>
    <w:rsid w:val="006E402B"/>
    <w:rsid w:val="006E7D9D"/>
    <w:rsid w:val="006F4B0E"/>
    <w:rsid w:val="00716A86"/>
    <w:rsid w:val="00722218"/>
    <w:rsid w:val="00723670"/>
    <w:rsid w:val="00726152"/>
    <w:rsid w:val="00731383"/>
    <w:rsid w:val="007375EE"/>
    <w:rsid w:val="007420C1"/>
    <w:rsid w:val="00744704"/>
    <w:rsid w:val="007550AE"/>
    <w:rsid w:val="0075642F"/>
    <w:rsid w:val="00761019"/>
    <w:rsid w:val="00764C66"/>
    <w:rsid w:val="00776A38"/>
    <w:rsid w:val="007A18A5"/>
    <w:rsid w:val="007A2678"/>
    <w:rsid w:val="007B01F9"/>
    <w:rsid w:val="007B342E"/>
    <w:rsid w:val="007C18D0"/>
    <w:rsid w:val="007C4D23"/>
    <w:rsid w:val="007D34DA"/>
    <w:rsid w:val="007D4001"/>
    <w:rsid w:val="007E1C55"/>
    <w:rsid w:val="007F2C39"/>
    <w:rsid w:val="007F3BA6"/>
    <w:rsid w:val="007F3C36"/>
    <w:rsid w:val="007F6540"/>
    <w:rsid w:val="007F7384"/>
    <w:rsid w:val="00800B0C"/>
    <w:rsid w:val="00807E7D"/>
    <w:rsid w:val="008154CB"/>
    <w:rsid w:val="00822B2B"/>
    <w:rsid w:val="00841BC5"/>
    <w:rsid w:val="008433FE"/>
    <w:rsid w:val="00854342"/>
    <w:rsid w:val="008579C8"/>
    <w:rsid w:val="00873C11"/>
    <w:rsid w:val="00875DDD"/>
    <w:rsid w:val="008869BB"/>
    <w:rsid w:val="008A03A5"/>
    <w:rsid w:val="008A515A"/>
    <w:rsid w:val="008A6921"/>
    <w:rsid w:val="008B5401"/>
    <w:rsid w:val="008B551A"/>
    <w:rsid w:val="008C292E"/>
    <w:rsid w:val="008D2A6A"/>
    <w:rsid w:val="008D7E91"/>
    <w:rsid w:val="008F4606"/>
    <w:rsid w:val="008F6B2A"/>
    <w:rsid w:val="009027CB"/>
    <w:rsid w:val="00903493"/>
    <w:rsid w:val="00912309"/>
    <w:rsid w:val="00913DEE"/>
    <w:rsid w:val="009141C2"/>
    <w:rsid w:val="009208BA"/>
    <w:rsid w:val="00922CB4"/>
    <w:rsid w:val="00925C78"/>
    <w:rsid w:val="00946E0A"/>
    <w:rsid w:val="009523DD"/>
    <w:rsid w:val="009542D6"/>
    <w:rsid w:val="009619D3"/>
    <w:rsid w:val="00966B39"/>
    <w:rsid w:val="00970E6F"/>
    <w:rsid w:val="00975821"/>
    <w:rsid w:val="009800A2"/>
    <w:rsid w:val="00981F21"/>
    <w:rsid w:val="00986AF5"/>
    <w:rsid w:val="0099703D"/>
    <w:rsid w:val="009A26A8"/>
    <w:rsid w:val="009A2D0D"/>
    <w:rsid w:val="009A4616"/>
    <w:rsid w:val="009A6EEC"/>
    <w:rsid w:val="009B0D65"/>
    <w:rsid w:val="009B4135"/>
    <w:rsid w:val="009B4A79"/>
    <w:rsid w:val="009B6685"/>
    <w:rsid w:val="009C63DA"/>
    <w:rsid w:val="009C68D0"/>
    <w:rsid w:val="009D39C9"/>
    <w:rsid w:val="009F32F5"/>
    <w:rsid w:val="009F65BD"/>
    <w:rsid w:val="009F6E20"/>
    <w:rsid w:val="00A05DBE"/>
    <w:rsid w:val="00A132CC"/>
    <w:rsid w:val="00A14825"/>
    <w:rsid w:val="00A22DF1"/>
    <w:rsid w:val="00A30D5A"/>
    <w:rsid w:val="00A602F2"/>
    <w:rsid w:val="00A60770"/>
    <w:rsid w:val="00A72AE8"/>
    <w:rsid w:val="00A75543"/>
    <w:rsid w:val="00A771B1"/>
    <w:rsid w:val="00A82795"/>
    <w:rsid w:val="00A95D64"/>
    <w:rsid w:val="00AA5559"/>
    <w:rsid w:val="00AB3AEF"/>
    <w:rsid w:val="00AC6FC8"/>
    <w:rsid w:val="00AD55C2"/>
    <w:rsid w:val="00AD5B74"/>
    <w:rsid w:val="00AD5E4C"/>
    <w:rsid w:val="00AD70FA"/>
    <w:rsid w:val="00AF4AFC"/>
    <w:rsid w:val="00B0224F"/>
    <w:rsid w:val="00B07F0A"/>
    <w:rsid w:val="00B25655"/>
    <w:rsid w:val="00B26EE3"/>
    <w:rsid w:val="00B414F8"/>
    <w:rsid w:val="00B50EA9"/>
    <w:rsid w:val="00B51A61"/>
    <w:rsid w:val="00B57D48"/>
    <w:rsid w:val="00B603AD"/>
    <w:rsid w:val="00B6452D"/>
    <w:rsid w:val="00B7191F"/>
    <w:rsid w:val="00B816BD"/>
    <w:rsid w:val="00B84316"/>
    <w:rsid w:val="00BB4E64"/>
    <w:rsid w:val="00BB75B6"/>
    <w:rsid w:val="00BC3D22"/>
    <w:rsid w:val="00BD06C7"/>
    <w:rsid w:val="00BD4182"/>
    <w:rsid w:val="00BD5B48"/>
    <w:rsid w:val="00BE11CD"/>
    <w:rsid w:val="00BF73ED"/>
    <w:rsid w:val="00C01914"/>
    <w:rsid w:val="00C02777"/>
    <w:rsid w:val="00C02C0C"/>
    <w:rsid w:val="00C26107"/>
    <w:rsid w:val="00C34556"/>
    <w:rsid w:val="00C42C1F"/>
    <w:rsid w:val="00C437AF"/>
    <w:rsid w:val="00C46CF7"/>
    <w:rsid w:val="00C648C3"/>
    <w:rsid w:val="00C65E17"/>
    <w:rsid w:val="00C73409"/>
    <w:rsid w:val="00C74D27"/>
    <w:rsid w:val="00C777B3"/>
    <w:rsid w:val="00C81C5D"/>
    <w:rsid w:val="00C8321A"/>
    <w:rsid w:val="00C8423E"/>
    <w:rsid w:val="00CA161D"/>
    <w:rsid w:val="00CA2337"/>
    <w:rsid w:val="00CA5D47"/>
    <w:rsid w:val="00CC2DE4"/>
    <w:rsid w:val="00CC365F"/>
    <w:rsid w:val="00CC4FB8"/>
    <w:rsid w:val="00CD2E9A"/>
    <w:rsid w:val="00CF0644"/>
    <w:rsid w:val="00CF1321"/>
    <w:rsid w:val="00D016D5"/>
    <w:rsid w:val="00D01FDD"/>
    <w:rsid w:val="00D0621D"/>
    <w:rsid w:val="00D178F9"/>
    <w:rsid w:val="00D24054"/>
    <w:rsid w:val="00D3032A"/>
    <w:rsid w:val="00D34412"/>
    <w:rsid w:val="00D35FBB"/>
    <w:rsid w:val="00D373BC"/>
    <w:rsid w:val="00D37ADA"/>
    <w:rsid w:val="00D4156B"/>
    <w:rsid w:val="00D774C4"/>
    <w:rsid w:val="00D80883"/>
    <w:rsid w:val="00D82553"/>
    <w:rsid w:val="00D97EEC"/>
    <w:rsid w:val="00DA26DB"/>
    <w:rsid w:val="00DA5B31"/>
    <w:rsid w:val="00DC0173"/>
    <w:rsid w:val="00DD03C5"/>
    <w:rsid w:val="00DD43EA"/>
    <w:rsid w:val="00DD7574"/>
    <w:rsid w:val="00DF153C"/>
    <w:rsid w:val="00DF15A2"/>
    <w:rsid w:val="00DF3027"/>
    <w:rsid w:val="00E1011C"/>
    <w:rsid w:val="00E13055"/>
    <w:rsid w:val="00E15535"/>
    <w:rsid w:val="00E2085D"/>
    <w:rsid w:val="00E20BF3"/>
    <w:rsid w:val="00E261B8"/>
    <w:rsid w:val="00E27164"/>
    <w:rsid w:val="00E4744E"/>
    <w:rsid w:val="00E51BED"/>
    <w:rsid w:val="00E56CFF"/>
    <w:rsid w:val="00E571D2"/>
    <w:rsid w:val="00E6059D"/>
    <w:rsid w:val="00E64735"/>
    <w:rsid w:val="00E76E48"/>
    <w:rsid w:val="00E8373E"/>
    <w:rsid w:val="00E850FB"/>
    <w:rsid w:val="00EA1127"/>
    <w:rsid w:val="00EA119E"/>
    <w:rsid w:val="00EA282E"/>
    <w:rsid w:val="00ED1B97"/>
    <w:rsid w:val="00ED4447"/>
    <w:rsid w:val="00EE1F2F"/>
    <w:rsid w:val="00EE3702"/>
    <w:rsid w:val="00EF2E2D"/>
    <w:rsid w:val="00F00EB2"/>
    <w:rsid w:val="00F059FC"/>
    <w:rsid w:val="00F2372D"/>
    <w:rsid w:val="00F25BD9"/>
    <w:rsid w:val="00F26B07"/>
    <w:rsid w:val="00F41B74"/>
    <w:rsid w:val="00F4394C"/>
    <w:rsid w:val="00F57592"/>
    <w:rsid w:val="00F64283"/>
    <w:rsid w:val="00F85676"/>
    <w:rsid w:val="00F87156"/>
    <w:rsid w:val="00FA6E4C"/>
    <w:rsid w:val="00FC16CC"/>
    <w:rsid w:val="00FC350A"/>
    <w:rsid w:val="00FE0D78"/>
    <w:rsid w:val="00FE479C"/>
    <w:rsid w:val="00FF4EA6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FF3EB"/>
  <w14:defaultImageDpi w14:val="96"/>
  <w15:docId w15:val="{54FA9E6E-35D0-402A-9FA3-9E181C0F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2F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rsid w:val="00020E84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0E84"/>
    <w:rPr>
      <w:rFonts w:ascii="Cambria" w:hAnsi="Cambria" w:cs="Times New Roman"/>
      <w:b/>
      <w:color w:val="365F91"/>
      <w:kern w:val="1"/>
      <w:sz w:val="28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divsyspart">
    <w:name w:val="div.syspart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proms">
    <w:name w:val="h3.proms"/>
    <w:uiPriority w:val="99"/>
    <w:pPr>
      <w:widowControl w:val="0"/>
      <w:autoSpaceDE w:val="0"/>
      <w:autoSpaceDN w:val="0"/>
      <w:adjustRightInd w:val="0"/>
      <w:spacing w:before="240"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czasoplinks">
    <w:name w:val=".czasoplinks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odstawaprawna">
    <w:name w:val=".podstawaprawna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equation">
    <w:name w:val="div.equation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rok">
    <w:name w:val=".krok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linkzalacznik">
    <w:name w:val="a.linkzalaczni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4"/>
      <w:szCs w:val="14"/>
    </w:rPr>
  </w:style>
  <w:style w:type="paragraph" w:customStyle="1" w:styleId="divnumery-box">
    <w:name w:val="div.numery-box"/>
    <w:uiPriority w:val="99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tresc">
    <w:name w:val=".ramkaprzyklad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commcont">
    <w:name w:val=".commcont"/>
    <w:uiPriority w:val="99"/>
    <w:pPr>
      <w:widowControl w:val="0"/>
      <w:autoSpaceDE w:val="0"/>
      <w:autoSpaceDN w:val="0"/>
      <w:adjustRightInd w:val="0"/>
      <w:spacing w:before="60"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linkzalacznik">
    <w:name w:val="p.linkzalacznik"/>
    <w:uiPriority w:val="99"/>
    <w:pPr>
      <w:widowControl w:val="0"/>
      <w:autoSpaceDE w:val="0"/>
      <w:autoSpaceDN w:val="0"/>
      <w:adjustRightInd w:val="0"/>
      <w:spacing w:before="8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left">
    <w:name w:val="h2.srodpodtytulleft"/>
    <w:uiPriority w:val="99"/>
    <w:pPr>
      <w:widowControl w:val="0"/>
      <w:autoSpaceDE w:val="0"/>
      <w:autoSpaceDN w:val="0"/>
      <w:adjustRightInd w:val="0"/>
      <w:spacing w:before="440" w:after="80" w:line="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bibshort">
    <w:name w:val=".bibshort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header1">
    <w:name w:val="td.metcellheader1"/>
    <w:uiPriority w:val="99"/>
    <w:pPr>
      <w:widowControl w:val="0"/>
      <w:autoSpaceDE w:val="0"/>
      <w:autoSpaceDN w:val="0"/>
      <w:adjustRightInd w:val="0"/>
      <w:spacing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ul">
    <w:name w:val="p.srodtytul"/>
    <w:uiPriority w:val="99"/>
    <w:pPr>
      <w:widowControl w:val="0"/>
      <w:autoSpaceDE w:val="0"/>
      <w:autoSpaceDN w:val="0"/>
      <w:adjustRightInd w:val="0"/>
      <w:spacing w:before="200" w:after="8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ktnum">
    <w:name w:val="div.pktnum"/>
    <w:uiPriority w:val="99"/>
    <w:pPr>
      <w:widowControl w:val="0"/>
      <w:autoSpaceDE w:val="0"/>
      <w:autoSpaceDN w:val="0"/>
      <w:adjustRightInd w:val="0"/>
      <w:spacing w:after="0"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versions-list-document-title">
    <w:name w:val="td.versions-list-document-title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ookbannerimg">
    <w:name w:val=".bookbannerimg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ad">
    <w:name w:val=".lead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zmtable">
    <w:name w:val=".zmtable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">
    <w:name w:val="h1.frontpage_nadpis"/>
    <w:uiPriority w:val="99"/>
    <w:pPr>
      <w:widowControl w:val="0"/>
      <w:autoSpaceDE w:val="0"/>
      <w:autoSpaceDN w:val="0"/>
      <w:adjustRightInd w:val="0"/>
      <w:spacing w:before="280" w:after="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ozdobnyspis">
    <w:name w:val=".ozdobnyspi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h3modul">
    <w:name w:val="h3.modul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10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systemspacer">
    <w:name w:val="div.systemspacer"/>
    <w:uiPriority w:val="99"/>
    <w:pPr>
      <w:widowControl w:val="0"/>
      <w:autoSpaceDE w:val="0"/>
      <w:autoSpaceDN w:val="0"/>
      <w:adjustRightInd w:val="0"/>
      <w:spacing w:before="340"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">
    <w:name w:val="table.main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czarna">
    <w:name w:val=".ramkaczarna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odulmain">
    <w:name w:val="table.modul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toctitlenolink">
    <w:name w:val="p.toctitlenolink"/>
    <w:uiPriority w:val="99"/>
    <w:pPr>
      <w:widowControl w:val="0"/>
      <w:autoSpaceDE w:val="0"/>
      <w:autoSpaceDN w:val="0"/>
      <w:adjustRightInd w:val="0"/>
      <w:spacing w:before="140" w:after="0" w:line="40" w:lineRule="atLeast"/>
      <w:ind w:left="80"/>
      <w:jc w:val="both"/>
    </w:pPr>
    <w:rPr>
      <w:rFonts w:ascii="Helvetica" w:hAnsi="Helvetica" w:cs="Helvetica"/>
      <w:b/>
      <w:bCs/>
      <w:color w:val="000000"/>
    </w:rPr>
  </w:style>
  <w:style w:type="paragraph" w:customStyle="1" w:styleId="booktitlefrontpage">
    <w:name w:val=".booktitlefrontpage"/>
    <w:uiPriority w:val="99"/>
    <w:pPr>
      <w:widowControl w:val="0"/>
      <w:autoSpaceDE w:val="0"/>
      <w:autoSpaceDN w:val="0"/>
      <w:adjustRightInd w:val="0"/>
      <w:spacing w:before="1160" w:after="0" w:line="360" w:lineRule="atLeast"/>
      <w:ind w:left="660"/>
      <w:jc w:val="center"/>
    </w:pPr>
    <w:rPr>
      <w:rFonts w:ascii="Helvetica" w:hAnsi="Helvetica" w:cs="Helvetica"/>
      <w:color w:val="000000"/>
      <w:sz w:val="26"/>
      <w:szCs w:val="26"/>
    </w:rPr>
  </w:style>
  <w:style w:type="paragraph" w:customStyle="1" w:styleId="doc">
    <w:name w:val=".doc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infoakt">
    <w:name w:val="table.infoak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tablebeckstartprawomiejscowe">
    <w:name w:val="table.beckstartprawomiejscow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doclink">
    <w:name w:val=".temp_doc_lin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eckstartboxinforreplace">
    <w:name w:val=".beckstartboxinforreplac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ftnote">
    <w:name w:val=".leftnote"/>
    <w:uiPriority w:val="99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hAnsi="Helvetica" w:cs="Helvetica"/>
      <w:b/>
      <w:bCs/>
      <w:color w:val="808080"/>
      <w:sz w:val="18"/>
      <w:szCs w:val="18"/>
    </w:rPr>
  </w:style>
  <w:style w:type="paragraph" w:customStyle="1" w:styleId="tdstart">
    <w:name w:val="td.star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divceneteredimage">
    <w:name w:val="div.ceneteredimag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4proms">
    <w:name w:val="h4.prom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666666"/>
      <w:sz w:val="18"/>
      <w:szCs w:val="18"/>
    </w:rPr>
  </w:style>
  <w:style w:type="paragraph" w:customStyle="1" w:styleId="p">
    <w:name w:val="p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artcont">
    <w:name w:val="div.artcont"/>
    <w:uiPriority w:val="99"/>
    <w:pPr>
      <w:widowControl w:val="0"/>
      <w:autoSpaceDE w:val="0"/>
      <w:autoSpaceDN w:val="0"/>
      <w:adjustRightInd w:val="0"/>
      <w:spacing w:before="80" w:after="0" w:line="22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panstrona">
    <w:name w:val="span.stron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divabstract">
    <w:name w:val="div.abstract"/>
    <w:uiPriority w:val="99"/>
    <w:pPr>
      <w:widowControl w:val="0"/>
      <w:autoSpaceDE w:val="0"/>
      <w:autoSpaceDN w:val="0"/>
      <w:adjustRightInd w:val="0"/>
      <w:spacing w:before="18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msonormaltable0">
    <w:name w:val=".msonormaltable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divbookpunkt">
    <w:name w:val="div.bookpunkt"/>
    <w:uiPriority w:val="9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rok">
    <w:name w:val="h1.frontpage_rok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tdmetrictitle">
    <w:name w:val="td.metric_titl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resc">
    <w:name w:val=".bibtresc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zdobnyspisnotfirst">
    <w:name w:val=".ozdobnyspisnotfirst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ul">
    <w:name w:val="ul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rzmtablerowinner">
    <w:name w:val="tr.zmtablerowinner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">
    <w:name w:val=".nrbrzeg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ramkaprzyklad">
    <w:name w:val=".ramkaprzyklad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paplabel">
    <w:name w:val=".temp_pap_lab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data">
    <w:name w:val="p.frontpage_data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ptytsystem">
    <w:name w:val="p.tytsystem"/>
    <w:uiPriority w:val="99"/>
    <w:pPr>
      <w:widowControl w:val="0"/>
      <w:autoSpaceDE w:val="0"/>
      <w:autoSpaceDN w:val="0"/>
      <w:adjustRightInd w:val="0"/>
      <w:spacing w:after="6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parinner">
    <w:name w:val="p.parinner"/>
    <w:uiPriority w:val="9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modul">
    <w:name w:val="a.modul"/>
    <w:uiPriority w:val="9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1">
    <w:name w:val=".kompunkt1"/>
    <w:uiPriority w:val="99"/>
    <w:pPr>
      <w:widowControl w:val="0"/>
      <w:autoSpaceDE w:val="0"/>
      <w:autoSpaceDN w:val="0"/>
      <w:adjustRightInd w:val="0"/>
      <w:spacing w:after="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autor">
    <w:name w:val="h3.aut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tart">
    <w:name w:val="p.start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kompunktpunkt">
    <w:name w:val=".kompunktpunkt"/>
    <w:uiPriority w:val="99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extline">
    <w:name w:val=".nextline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">
    <w:name w:val="td.metcellheader"/>
    <w:uiPriority w:val="99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">
    <w:name w:val="td.metcell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abletitlebar">
    <w:name w:val="table.titleba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">
    <w:name w:val="td.modul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aktcell">
    <w:name w:val="td.aktcell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panel">
    <w:name w:val="table.startpan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tytulredakcji">
    <w:name w:val=".orz_tytul_redakcji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laszczorient">
    <w:name w:val="div.plaszcz_orient"/>
    <w:uiPriority w:val="99"/>
    <w:pPr>
      <w:widowControl w:val="0"/>
      <w:autoSpaceDE w:val="0"/>
      <w:autoSpaceDN w:val="0"/>
      <w:adjustRightInd w:val="0"/>
      <w:spacing w:before="340" w:after="340" w:line="40" w:lineRule="atLeast"/>
      <w:ind w:left="340" w:righ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">
    <w:name w:val="p.srodtyt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spanpagebreak">
    <w:name w:val="span.pagebreak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1">
    <w:name w:val="td.zmpubinner1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before="360" w:after="180" w:line="160" w:lineRule="atLeast"/>
    </w:pPr>
    <w:rPr>
      <w:rFonts w:ascii="Helvetica" w:hAnsi="Helvetica" w:cs="Helvetica"/>
      <w:b/>
      <w:bCs/>
      <w:color w:val="000000"/>
      <w:sz w:val="36"/>
      <w:szCs w:val="36"/>
    </w:rPr>
  </w:style>
  <w:style w:type="paragraph" w:customStyle="1" w:styleId="pmainpub">
    <w:name w:val="p.mainpub"/>
    <w:uiPriority w:val="9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abinner">
    <w:name w:val=".tabinner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">
    <w:name w:val="h2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ius">
    <w:name w:val="h1.frontpage_autor_ius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h4">
    <w:name w:val="h4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h5">
    <w:name w:val="h5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4"/>
      <w:szCs w:val="24"/>
    </w:rPr>
  </w:style>
  <w:style w:type="paragraph" w:customStyle="1" w:styleId="h6">
    <w:name w:val="h6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</w:rPr>
  </w:style>
  <w:style w:type="paragraph" w:customStyle="1" w:styleId="tdzmpubinner3">
    <w:name w:val="td.zmpubinner3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2">
    <w:name w:val="td.zmpubinner2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podtytul">
    <w:name w:val=".orz_podtytul"/>
    <w:uiPriority w:val="99"/>
    <w:pPr>
      <w:widowControl w:val="0"/>
      <w:autoSpaceDE w:val="0"/>
      <w:autoSpaceDN w:val="0"/>
      <w:adjustRightInd w:val="0"/>
      <w:spacing w:before="180"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main">
    <w:name w:val="td.modul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formolarz">
    <w:name w:val=".beckformolarz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obftyt">
    <w:name w:val=".nobftyt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5">
    <w:name w:val="h2.srodpodtytul5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6">
    <w:name w:val="h2.srodpodtytul6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7">
    <w:name w:val="h2.srodpodtytul7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8">
    <w:name w:val="h2.srodpodtytul8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rel">
    <w:name w:val="td.metcellleftrel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srodpodtytul1">
    <w:name w:val="h2.srodpodtytul1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2">
    <w:name w:val="h2.srodpodtytul2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3">
    <w:name w:val="h2.srodpodtytul3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label">
    <w:name w:val=".temp_autor_lab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srodpodtytul4">
    <w:name w:val="h2.srodpodtytul4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history-current-version">
    <w:name w:val=".document-history-current-versio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clear">
    <w:name w:val="div.clea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ukryty">
    <w:name w:val=".beckstartboxukryty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wydanie">
    <w:name w:val="h3.lego_wydani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0"/>
      <w:szCs w:val="10"/>
    </w:rPr>
  </w:style>
  <w:style w:type="paragraph" w:customStyle="1" w:styleId="ramkawazne">
    <w:name w:val=".ramkawazne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komnohead">
    <w:name w:val=".komnohead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">
    <w:name w:val=".beckstartbox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rzypis">
    <w:name w:val="przypis"/>
    <w:uiPriority w:val="99"/>
    <w:pPr>
      <w:widowControl w:val="0"/>
      <w:autoSpaceDE w:val="0"/>
      <w:autoSpaceDN w:val="0"/>
      <w:adjustRightInd w:val="0"/>
      <w:spacing w:after="120" w:line="240" w:lineRule="auto"/>
    </w:pPr>
    <w:rPr>
      <w:rFonts w:ascii="Helvetica" w:hAnsi="Helvetica" w:cs="Helvetica"/>
      <w:color w:val="000000"/>
      <w:sz w:val="16"/>
      <w:szCs w:val="16"/>
    </w:rPr>
  </w:style>
  <w:style w:type="paragraph" w:customStyle="1" w:styleId="ramkawaznetresc">
    <w:name w:val=".ramkawazne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dstep">
    <w:name w:val="div.odstep"/>
    <w:uiPriority w:val="99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lbibpkt">
    <w:name w:val="ol.bibpkt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url-search-hit">
    <w:name w:val="a.url-search-hit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4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komrow">
    <w:name w:val=".komrow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umerlink1">
    <w:name w:val=".numerlink1"/>
    <w:uiPriority w:val="99"/>
    <w:pPr>
      <w:widowControl w:val="0"/>
      <w:autoSpaceDE w:val="0"/>
      <w:autoSpaceDN w:val="0"/>
      <w:adjustRightInd w:val="0"/>
      <w:spacing w:after="0" w:line="360" w:lineRule="atLeast"/>
      <w:ind w:right="1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9">
    <w:name w:val="h2.srodpodtytul9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rsysrule">
    <w:name w:val="hr.sys_rule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start">
    <w:name w:val="h3.start"/>
    <w:uiPriority w:val="99"/>
    <w:pPr>
      <w:widowControl w:val="0"/>
      <w:autoSpaceDE w:val="0"/>
      <w:autoSpaceDN w:val="0"/>
      <w:adjustRightInd w:val="0"/>
      <w:spacing w:before="240" w:after="240" w:line="40" w:lineRule="atLeast"/>
      <w:ind w:left="240" w:right="240"/>
      <w:jc w:val="both"/>
    </w:pPr>
    <w:rPr>
      <w:rFonts w:ascii="Helvetica" w:hAnsi="Helvetica" w:cs="Helvetica"/>
      <w:b/>
      <w:bCs/>
      <w:color w:val="B52022"/>
      <w:sz w:val="20"/>
      <w:szCs w:val="20"/>
    </w:rPr>
  </w:style>
  <w:style w:type="paragraph" w:customStyle="1" w:styleId="tabtransp">
    <w:name w:val=".tabtransp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eadmore">
    <w:name w:val=".read_more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quotblock">
    <w:name w:val="div.quotbloc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pinf">
    <w:name w:val="p.inf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ktnum1">
    <w:name w:val="div.pktnum1"/>
    <w:uiPriority w:val="99"/>
    <w:pPr>
      <w:widowControl w:val="0"/>
      <w:autoSpaceDE w:val="0"/>
      <w:autoSpaceDN w:val="0"/>
      <w:adjustRightInd w:val="0"/>
      <w:spacing w:after="0"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legotitle">
    <w:name w:val="h2.lego_title"/>
    <w:uiPriority w:val="99"/>
    <w:pPr>
      <w:widowControl w:val="0"/>
      <w:autoSpaceDE w:val="0"/>
      <w:autoSpaceDN w:val="0"/>
      <w:adjustRightInd w:val="0"/>
      <w:spacing w:before="120" w:after="12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tableindex">
    <w:name w:val="table.index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fragment">
    <w:name w:val=".document-fragment"/>
    <w:uiPriority w:val="99"/>
    <w:pPr>
      <w:widowControl w:val="0"/>
      <w:autoSpaceDE w:val="0"/>
      <w:autoSpaceDN w:val="0"/>
      <w:adjustRightInd w:val="0"/>
      <w:spacing w:after="0" w:line="40" w:lineRule="atLeast"/>
      <w:ind w:righ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laszczszczegol">
    <w:name w:val="div.plaszcz_szczego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4"/>
      <w:szCs w:val="14"/>
    </w:rPr>
  </w:style>
  <w:style w:type="paragraph" w:customStyle="1" w:styleId="divpkt">
    <w:name w:val="div.pkt"/>
    <w:uiPriority w:val="9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tytul">
    <w:name w:val="h2.srodtytul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center"/>
    </w:pPr>
    <w:rPr>
      <w:rFonts w:ascii="Helvetica" w:hAnsi="Helvetica" w:cs="Helvetica"/>
      <w:color w:val="000000"/>
    </w:rPr>
  </w:style>
  <w:style w:type="paragraph" w:customStyle="1" w:styleId="pkttyt">
    <w:name w:val=".pkttyt"/>
    <w:uiPriority w:val="99"/>
    <w:pPr>
      <w:widowControl w:val="0"/>
      <w:autoSpaceDE w:val="0"/>
      <w:autoSpaceDN w:val="0"/>
      <w:adjustRightInd w:val="0"/>
      <w:spacing w:after="6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able">
    <w:name w:val=".bibtable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beckstartboxinfor">
    <w:name w:val=".beckstartboxinf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author">
    <w:name w:val="td.metric_auth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ablekomentarzowa">
    <w:name w:val="table.komentarzow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">
    <w:name w:val="div.para"/>
    <w:uiPriority w:val="99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legoright">
    <w:name w:val="td.lego_right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entry-text">
    <w:name w:val=".entry-text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FF"/>
      <w:sz w:val="14"/>
      <w:szCs w:val="14"/>
    </w:rPr>
  </w:style>
  <w:style w:type="paragraph" w:customStyle="1" w:styleId="tdmetcellright1">
    <w:name w:val="td.metcellright1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header">
    <w:name w:val="table.startheader"/>
    <w:uiPriority w:val="99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rientacyjna">
    <w:name w:val="div.orientacyjna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1">
    <w:name w:val=".beckstartbox1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modul">
    <w:name w:val="p.modu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ramkawaznenazwa">
    <w:name w:val=".ramkawazne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ptocpagenum">
    <w:name w:val="p.tocpagenum"/>
    <w:uiPriority w:val="99"/>
    <w:pPr>
      <w:widowControl w:val="0"/>
      <w:autoSpaceDE w:val="0"/>
      <w:autoSpaceDN w:val="0"/>
      <w:adjustRightInd w:val="0"/>
      <w:spacing w:after="0" w:line="40" w:lineRule="atLeast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rmetrow">
    <w:name w:val="tr.metrow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2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psrodtyt5">
    <w:name w:val="p.srodtyt5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7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">
    <w:name w:val=".temp_aut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6">
    <w:name w:val="p.srodtyt6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8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7">
    <w:name w:val="p.srodtyt7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9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owcategory">
    <w:name w:val=".rowcategory"/>
    <w:uiPriority w:val="99"/>
    <w:pPr>
      <w:widowControl w:val="0"/>
      <w:autoSpaceDE w:val="0"/>
      <w:autoSpaceDN w:val="0"/>
      <w:adjustRightInd w:val="0"/>
      <w:spacing w:before="12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">
    <w:name w:val="td.metcelllef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psrodtyt1">
    <w:name w:val="p.srodtyt1"/>
    <w:uiPriority w:val="99"/>
    <w:pPr>
      <w:widowControl w:val="0"/>
      <w:autoSpaceDE w:val="0"/>
      <w:autoSpaceDN w:val="0"/>
      <w:adjustRightInd w:val="0"/>
      <w:spacing w:before="60" w:after="0" w:line="40" w:lineRule="atLeast"/>
      <w:ind w:left="260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psrodtyt2">
    <w:name w:val="p.srodtyt2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3">
    <w:name w:val="p.srodtyt3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4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4">
    <w:name w:val="p.srodtyt4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ettable">
    <w:name w:val="table.mettable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ela">
    <w:name w:val="tabel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18"/>
      <w:szCs w:val="18"/>
    </w:rPr>
  </w:style>
  <w:style w:type="paragraph" w:customStyle="1" w:styleId="spancytat">
    <w:name w:val="span.cyta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h2srodpodtytul">
    <w:name w:val="h2.srodpodtytul"/>
    <w:uiPriority w:val="99"/>
    <w:pPr>
      <w:widowControl w:val="0"/>
      <w:autoSpaceDE w:val="0"/>
      <w:autoSpaceDN w:val="0"/>
      <w:adjustRightInd w:val="0"/>
      <w:spacing w:before="120" w:after="80" w:line="40" w:lineRule="atLeast"/>
      <w:jc w:val="center"/>
    </w:pPr>
    <w:rPr>
      <w:rFonts w:ascii="Helvetica" w:hAnsi="Helvetica" w:cs="Helvetica"/>
      <w:color w:val="000000"/>
      <w:sz w:val="20"/>
      <w:szCs w:val="20"/>
    </w:rPr>
  </w:style>
  <w:style w:type="paragraph" w:customStyle="1" w:styleId="divstronablock">
    <w:name w:val="div.stronablock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tresc">
    <w:name w:val=".ramkaorzeczenie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author">
    <w:name w:val="h3.lego_auth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zmtableinner">
    <w:name w:val=".zmtableinn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rttyt">
    <w:name w:val=".arttyt"/>
    <w:uiPriority w:val="99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zmtablerowheader">
    <w:name w:val=".zmtablerowhead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itlist-img">
    <w:name w:val=".hitlist-img"/>
    <w:uiPriority w:val="99"/>
    <w:pPr>
      <w:widowControl w:val="0"/>
      <w:autoSpaceDE w:val="0"/>
      <w:autoSpaceDN w:val="0"/>
      <w:adjustRightInd w:val="0"/>
      <w:spacing w:before="2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">
    <w:name w:val=".ramkaorzeczenie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nazwa">
    <w:name w:val=".ramkaprzyklad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h1frontpagenadpisius">
    <w:name w:val="h1.frontpage_nadpis_ius"/>
    <w:uiPriority w:val="99"/>
    <w:pPr>
      <w:widowControl w:val="0"/>
      <w:autoSpaceDE w:val="0"/>
      <w:autoSpaceDN w:val="0"/>
      <w:adjustRightInd w:val="0"/>
      <w:spacing w:before="180" w:after="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divpicture">
    <w:name w:val="div.picture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center">
    <w:name w:val="table.maincent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">
    <w:name w:val="h1.frontpage_autor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i/>
      <w:iCs/>
      <w:color w:val="000000"/>
      <w:sz w:val="20"/>
      <w:szCs w:val="20"/>
    </w:rPr>
  </w:style>
  <w:style w:type="paragraph" w:customStyle="1" w:styleId="tdmetcellright">
    <w:name w:val="td.metcellright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pmain">
    <w:name w:val="p.main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iuscell">
    <w:name w:val=".iuscell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wide">
    <w:name w:val=".nrbrzegwid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proms">
    <w:name w:val="h2.prom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sub-guides">
    <w:name w:val=".sub-guides"/>
    <w:uiPriority w:val="99"/>
    <w:pPr>
      <w:widowControl w:val="0"/>
      <w:autoSpaceDE w:val="0"/>
      <w:autoSpaceDN w:val="0"/>
      <w:adjustRightInd w:val="0"/>
      <w:spacing w:after="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orz">
    <w:name w:val="h2.srodpodtytulorz"/>
    <w:uiPriority w:val="99"/>
    <w:pPr>
      <w:widowControl w:val="0"/>
      <w:autoSpaceDE w:val="0"/>
      <w:autoSpaceDN w:val="0"/>
      <w:adjustRightInd w:val="0"/>
      <w:spacing w:before="280"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numer">
    <w:name w:val=".orz_num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ramkaorzeczenienazwa">
    <w:name w:val=".ramkaorzeczenie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ain">
    <w:name w:val="td.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FFFFFF"/>
      <w:sz w:val="18"/>
      <w:szCs w:val="18"/>
    </w:rPr>
  </w:style>
  <w:style w:type="paragraph" w:customStyle="1" w:styleId="pparorig">
    <w:name w:val="p.parorig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img">
    <w:name w:val="td.metric_title_img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howhide">
    <w:name w:val=".showhide"/>
    <w:uiPriority w:val="99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1">
    <w:name w:val="h1.frontpage_nadpis1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divszczegol">
    <w:name w:val="div.szczego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6"/>
      <w:szCs w:val="16"/>
    </w:rPr>
  </w:style>
  <w:style w:type="paragraph" w:customStyle="1" w:styleId="pnaglowekcenter">
    <w:name w:val="p.naglowek_center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">
    <w:name w:val=".kompunkt"/>
    <w:uiPriority w:val="99"/>
    <w:pPr>
      <w:widowControl w:val="0"/>
      <w:autoSpaceDE w:val="0"/>
      <w:autoSpaceDN w:val="0"/>
      <w:adjustRightInd w:val="0"/>
      <w:spacing w:after="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artyt">
    <w:name w:val=".partyt"/>
    <w:uiPriority w:val="99"/>
    <w:pPr>
      <w:widowControl w:val="0"/>
      <w:autoSpaceDE w:val="0"/>
      <w:autoSpaceDN w:val="0"/>
      <w:adjustRightInd w:val="0"/>
      <w:spacing w:after="6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panarticletitle">
    <w:name w:val="span.articletitl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autor">
    <w:name w:val="p.frontpage_autor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i/>
      <w:iCs/>
      <w:color w:val="000000"/>
      <w:sz w:val="20"/>
      <w:szCs w:val="20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020E84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020E84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020E84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020E84"/>
    <w:pPr>
      <w:ind w:left="1780"/>
    </w:pPr>
  </w:style>
  <w:style w:type="character" w:styleId="Odwoanieprzypisudolnego">
    <w:name w:val="footnote reference"/>
    <w:basedOn w:val="Domylnaczcionkaakapitu"/>
    <w:uiPriority w:val="99"/>
    <w:semiHidden/>
    <w:rsid w:val="00020E8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020E84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20E84"/>
    <w:rPr>
      <w:rFonts w:ascii="Times" w:hAnsi="Times" w:cs="Times New Roman"/>
      <w:kern w:val="1"/>
      <w:sz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semiHidden/>
    <w:rsid w:val="00020E84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20E84"/>
    <w:rPr>
      <w:rFonts w:ascii="Times" w:hAnsi="Times" w:cs="Times New Roman"/>
      <w:kern w:val="1"/>
      <w:sz w:val="24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20E84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20E84"/>
    <w:rPr>
      <w:rFonts w:ascii="Tahoma" w:hAnsi="Tahoma" w:cs="Times New Roman"/>
      <w:kern w:val="1"/>
      <w:sz w:val="16"/>
      <w:lang w:val="x-none" w:eastAsia="ar-SA" w:bidi="ar-SA"/>
    </w:rPr>
  </w:style>
  <w:style w:type="paragraph" w:customStyle="1" w:styleId="ARTartustawynprozporzdzenia">
    <w:name w:val="ART(§) – art. ustawy (§ np. rozporządzenia)"/>
    <w:uiPriority w:val="11"/>
    <w:qFormat/>
    <w:rsid w:val="00020E8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sz w:val="24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020E84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020E84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020E84"/>
  </w:style>
  <w:style w:type="paragraph" w:styleId="Bezodstpw">
    <w:name w:val="No Spacing"/>
    <w:uiPriority w:val="99"/>
    <w:rsid w:val="00020E84"/>
    <w:pPr>
      <w:widowControl w:val="0"/>
      <w:suppressAutoHyphens/>
      <w:spacing w:after="0" w:line="360" w:lineRule="auto"/>
    </w:pPr>
    <w:rPr>
      <w:rFonts w:ascii="Times" w:hAnsi="Times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020E84"/>
    <w:pPr>
      <w:ind w:left="1020"/>
    </w:pPr>
  </w:style>
  <w:style w:type="paragraph" w:customStyle="1" w:styleId="ZARTzmartartykuempunktem">
    <w:name w:val="Z/ART(§) – zm. art. (§) artykułem (punktem)"/>
    <w:uiPriority w:val="30"/>
    <w:qFormat/>
    <w:rsid w:val="00020E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020E84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020E84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/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next w:val="ARTartustawynprozporzdzenia"/>
    <w:uiPriority w:val="7"/>
    <w:qFormat/>
    <w:rsid w:val="00020E8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020E84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uiPriority w:val="12"/>
    <w:qFormat/>
    <w:rsid w:val="00020E8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PKTpunkt">
    <w:name w:val="PKT – punkt"/>
    <w:uiPriority w:val="13"/>
    <w:qFormat/>
    <w:rsid w:val="00020E84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20E84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20E84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020E84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020E84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020E84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020E84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/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020E84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020E84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020E84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020E84"/>
    <w:pPr>
      <w:keepNext/>
      <w:spacing w:before="120" w:after="0" w:line="360" w:lineRule="auto"/>
      <w:jc w:val="center"/>
    </w:pPr>
    <w:rPr>
      <w:rFonts w:ascii="Times" w:hAnsi="Times"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020E84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020E84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020E84"/>
    <w:pPr>
      <w:keepNext/>
      <w:suppressAutoHyphens/>
      <w:spacing w:after="0" w:line="360" w:lineRule="auto"/>
      <w:ind w:left="510"/>
      <w:jc w:val="center"/>
    </w:pPr>
    <w:rPr>
      <w:rFonts w:ascii="Times" w:hAnsi="Times"/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020E84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020E84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020E84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020E84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020E84"/>
    <w:pPr>
      <w:keepNext/>
      <w:suppressAutoHyphens/>
      <w:spacing w:after="0" w:line="360" w:lineRule="auto"/>
      <w:ind w:left="510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020E84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020E84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020E84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020E84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020E84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020E84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020E84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020E84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020E84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020E84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020E84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20E84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20E84"/>
    <w:rPr>
      <w:rFonts w:ascii="Times" w:hAnsi="Times" w:cs="Times New Roman"/>
      <w:sz w:val="24"/>
    </w:rPr>
  </w:style>
  <w:style w:type="paragraph" w:customStyle="1" w:styleId="ZTIRLITzmlittiret">
    <w:name w:val="Z_TIR/LIT – zm. lit. tiret"/>
    <w:basedOn w:val="LITlitera"/>
    <w:uiPriority w:val="57"/>
    <w:qFormat/>
    <w:rsid w:val="00020E84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020E84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020E84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020E84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020E84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020E84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020E84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020E84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020E84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020E84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020E84"/>
  </w:style>
  <w:style w:type="paragraph" w:customStyle="1" w:styleId="ZTIR2TIRzmpodwtirtiret">
    <w:name w:val="Z_TIR/2TIR – zm. podw. tir. tiret"/>
    <w:basedOn w:val="TIRtiret"/>
    <w:uiPriority w:val="78"/>
    <w:qFormat/>
    <w:rsid w:val="00020E84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020E84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020E84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020E84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020E84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020E84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020E84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020E84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020E84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020E84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020E84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020E84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020E84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020E84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020E84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020E84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020E84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020E84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020E84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020E84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020E84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020E84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020E84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0E8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0E84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20E84"/>
    <w:rPr>
      <w:rFonts w:ascii="Times" w:hAnsi="Times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20E84"/>
    <w:rPr>
      <w:rFonts w:ascii="Times" w:hAnsi="Times" w:cs="Times New Roman"/>
      <w:b/>
      <w:sz w:val="24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020E84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020E84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020E84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020E84"/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020E84"/>
    <w:pPr>
      <w:ind w:left="2404"/>
    </w:pPr>
  </w:style>
  <w:style w:type="paragraph" w:customStyle="1" w:styleId="ODNONIKtreodnonika">
    <w:name w:val="ODNOŚNIK – treść odnośnika"/>
    <w:uiPriority w:val="19"/>
    <w:qFormat/>
    <w:rsid w:val="00020E84"/>
    <w:pPr>
      <w:spacing w:after="0" w:line="240" w:lineRule="auto"/>
      <w:ind w:left="284" w:hanging="284"/>
      <w:jc w:val="both"/>
    </w:pPr>
    <w:rPr>
      <w:rFonts w:ascii="Times New Roman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020E84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020E84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020E84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020E84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020E84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020E84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020E84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020E84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020E84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020E84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020E84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020E84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020E84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020E84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020E84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020E84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020E84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020E84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020E84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020E84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020E84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020E84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020E84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020E84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020E84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020E84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020E84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020E84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020E84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020E84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020E84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020E84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020E84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020E84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020E84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020E84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020E84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020E84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020E84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020E84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020E84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020E84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020E84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020E84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020E84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020E84"/>
  </w:style>
  <w:style w:type="paragraph" w:customStyle="1" w:styleId="ZZUSTzmianazmust">
    <w:name w:val="ZZ/UST(§) – zmiana zm. ust. (§)"/>
    <w:basedOn w:val="ZZARTzmianazmart"/>
    <w:uiPriority w:val="65"/>
    <w:qFormat/>
    <w:rsid w:val="00020E84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/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020E84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020E84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020E84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020E84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020E84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020E84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020E84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020E84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020E84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020E84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020E84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020E84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020E84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020E84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020E84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020E84"/>
    <w:pPr>
      <w:spacing w:after="0" w:line="360" w:lineRule="auto"/>
      <w:jc w:val="right"/>
    </w:pPr>
    <w:rPr>
      <w:rFonts w:ascii="Times New Roman" w:hAnsi="Times New Roman" w:cs="Arial"/>
      <w:sz w:val="24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020E84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020E84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020E84"/>
    <w:pPr>
      <w:spacing w:after="0" w:line="360" w:lineRule="auto"/>
    </w:pPr>
    <w:rPr>
      <w:rFonts w:ascii="Times New Roman" w:hAnsi="Times New Roman" w:cs="Arial"/>
      <w:b/>
      <w:sz w:val="24"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020E84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020E84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020E84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020E84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020E84"/>
  </w:style>
  <w:style w:type="paragraph" w:customStyle="1" w:styleId="TEKSTZacznikido">
    <w:name w:val="TEKST&quot;Załącznik(i) do ...&quot;"/>
    <w:uiPriority w:val="28"/>
    <w:qFormat/>
    <w:rsid w:val="00020E84"/>
    <w:pPr>
      <w:keepNext/>
      <w:spacing w:after="240" w:line="240" w:lineRule="auto"/>
      <w:ind w:left="5670"/>
      <w:contextualSpacing/>
    </w:pPr>
    <w:rPr>
      <w:rFonts w:ascii="Times New Roman" w:hAnsi="Times New Roman" w:cs="Arial"/>
      <w:sz w:val="24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020E84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020E84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uiPriority w:val="98"/>
    <w:semiHidden/>
    <w:qFormat/>
    <w:rsid w:val="00020E84"/>
    <w:pPr>
      <w:suppressAutoHyphens/>
      <w:autoSpaceDE w:val="0"/>
      <w:autoSpaceDN w:val="0"/>
      <w:adjustRightInd w:val="0"/>
      <w:spacing w:before="120" w:after="0" w:line="360" w:lineRule="auto"/>
      <w:ind w:left="-510" w:firstLine="510"/>
      <w:jc w:val="both"/>
    </w:pPr>
    <w:rPr>
      <w:rFonts w:ascii="Times" w:hAnsi="Times" w:cs="Arial"/>
      <w:sz w:val="24"/>
      <w:szCs w:val="20"/>
    </w:r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020E84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020E84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020E84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020E84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020E84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020E84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020E84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020E84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020E84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020E84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020E84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020E84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020E84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020E84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020E84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020E84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020E84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020E84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020E84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020E84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020E84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020E84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020E84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020E84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020E84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020E84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020E84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020E84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020E84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020E84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020E84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020E84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020E84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020E84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020E84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020E84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020E84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020E84"/>
    <w:pPr>
      <w:ind w:left="1780"/>
    </w:pPr>
  </w:style>
  <w:style w:type="character" w:customStyle="1" w:styleId="IGindeksgrny">
    <w:name w:val="_IG_ – indeks górny"/>
    <w:uiPriority w:val="2"/>
    <w:qFormat/>
    <w:rsid w:val="00020E84"/>
    <w:rPr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020E84"/>
    <w:rPr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020E84"/>
    <w:rPr>
      <w:b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020E84"/>
    <w:rPr>
      <w:i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020E84"/>
    <w:rPr>
      <w:b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020E84"/>
    <w:rPr>
      <w:i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020E84"/>
    <w:rPr>
      <w:b/>
      <w:i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020E84"/>
    <w:rPr>
      <w:b/>
      <w:i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020E84"/>
    <w:rPr>
      <w:b/>
    </w:rPr>
  </w:style>
  <w:style w:type="character" w:customStyle="1" w:styleId="Kkursywa">
    <w:name w:val="_K_ – kursywa"/>
    <w:uiPriority w:val="1"/>
    <w:qFormat/>
    <w:rsid w:val="00020E84"/>
    <w:rPr>
      <w:i/>
    </w:rPr>
  </w:style>
  <w:style w:type="character" w:customStyle="1" w:styleId="PKpogrubieniekursywa">
    <w:name w:val="_P_K_ – pogrubienie kursywa"/>
    <w:uiPriority w:val="1"/>
    <w:qFormat/>
    <w:rsid w:val="00020E84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020E84"/>
    <w:rPr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020E84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020E84"/>
    <w:rPr>
      <w:b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020E84"/>
    <w:rPr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020E84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020E84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020E84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020E84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020E84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020E84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020E84"/>
    <w:pPr>
      <w:spacing w:after="0" w:line="360" w:lineRule="auto"/>
      <w:jc w:val="center"/>
    </w:pPr>
    <w:rPr>
      <w:rFonts w:ascii="Times New Roman" w:hAnsi="Times New Roman" w:cs="Arial"/>
      <w:sz w:val="24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020E84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020E84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020E84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020E84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020E84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020E84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020E84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020E84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020E84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020E84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020E84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020E84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020E84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020E84"/>
    <w:pPr>
      <w:ind w:left="1780"/>
    </w:pPr>
  </w:style>
  <w:style w:type="table" w:styleId="Tabela-Siatka">
    <w:name w:val="Table Grid"/>
    <w:basedOn w:val="Standardowy"/>
    <w:uiPriority w:val="39"/>
    <w:rsid w:val="00020E84"/>
    <w:pPr>
      <w:spacing w:after="0" w:line="240" w:lineRule="auto"/>
    </w:pPr>
    <w:rPr>
      <w:rFonts w:ascii="Times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uiPriority w:val="99"/>
    <w:rsid w:val="00020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20E84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rFonts w:cs="Times New Roman"/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020E84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020E84"/>
    <w:tblPr/>
    <w:tblStylePr w:type="firstRow">
      <w:rPr>
        <w:rFonts w:cs="Times New Roman"/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rPr>
        <w:rFonts w:cs="Times New Roman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rPr>
        <w:rFonts w:cs="Times New Roman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020E84"/>
    <w:rPr>
      <w:rFonts w:cs="Times New Roman"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438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54387"/>
    <w:rPr>
      <w:rFonts w:ascii="Times New Roman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43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D4182"/>
    <w:pPr>
      <w:spacing w:after="0" w:line="240" w:lineRule="auto"/>
    </w:pPr>
    <w:rPr>
      <w:rFonts w:ascii="Times New Roman" w:hAnsi="Times New Roman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Documents\Szablony\Szablon_aktu_prawnego_4_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1911E-6B65-4B84-A582-B6AB9409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</Template>
  <TotalTime>1</TotalTime>
  <Pages>8</Pages>
  <Words>1725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Herman Anna</cp:lastModifiedBy>
  <cp:revision>2</cp:revision>
  <cp:lastPrinted>2022-06-03T09:53:00Z</cp:lastPrinted>
  <dcterms:created xsi:type="dcterms:W3CDTF">2022-10-28T12:58:00Z</dcterms:created>
  <dcterms:modified xsi:type="dcterms:W3CDTF">2022-10-28T12:58:00Z</dcterms:modified>
</cp:coreProperties>
</file>